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E80" w:rsidRDefault="0024797D" w:rsidP="00274B5C">
      <w:pPr>
        <w:pStyle w:val="af1"/>
        <w:keepNext/>
        <w:spacing w:after="0" w:line="240" w:lineRule="auto"/>
        <w:ind w:firstLine="10773"/>
        <w:jc w:val="both"/>
        <w:rPr>
          <w:rFonts w:ascii="Times New Roman" w:hAnsi="Times New Roman"/>
          <w:b w:val="0"/>
          <w:sz w:val="28"/>
          <w:szCs w:val="28"/>
        </w:rPr>
      </w:pPr>
      <w:bookmarkStart w:id="0" w:name="_GoBack"/>
      <w:bookmarkEnd w:id="0"/>
      <w:r w:rsidRPr="0024797D">
        <w:rPr>
          <w:rFonts w:ascii="Times New Roman" w:hAnsi="Times New Roman"/>
          <w:b w:val="0"/>
          <w:sz w:val="28"/>
          <w:szCs w:val="28"/>
        </w:rPr>
        <w:t>Приложение</w:t>
      </w:r>
    </w:p>
    <w:p w:rsidR="004B6998" w:rsidRDefault="0024797D" w:rsidP="00274B5C">
      <w:pPr>
        <w:pStyle w:val="af1"/>
        <w:keepNext/>
        <w:spacing w:after="0" w:line="240" w:lineRule="auto"/>
        <w:ind w:firstLine="10773"/>
        <w:jc w:val="both"/>
        <w:rPr>
          <w:rFonts w:ascii="Times New Roman" w:hAnsi="Times New Roman"/>
          <w:b w:val="0"/>
          <w:sz w:val="28"/>
          <w:szCs w:val="28"/>
        </w:rPr>
      </w:pPr>
      <w:r w:rsidRPr="0024797D">
        <w:rPr>
          <w:rFonts w:ascii="Times New Roman" w:hAnsi="Times New Roman"/>
          <w:b w:val="0"/>
          <w:sz w:val="28"/>
          <w:szCs w:val="28"/>
        </w:rPr>
        <w:t xml:space="preserve">к решению </w:t>
      </w:r>
      <w:r w:rsidR="00D00E80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4797D" w:rsidRPr="0024797D" w:rsidRDefault="004B6998" w:rsidP="00274B5C">
      <w:pPr>
        <w:pStyle w:val="af1"/>
        <w:keepNext/>
        <w:spacing w:after="0" w:line="240" w:lineRule="auto"/>
        <w:ind w:firstLine="10773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Думы </w:t>
      </w:r>
      <w:r w:rsidR="0024797D" w:rsidRPr="0024797D">
        <w:rPr>
          <w:rFonts w:ascii="Times New Roman" w:hAnsi="Times New Roman"/>
          <w:b w:val="0"/>
          <w:sz w:val="28"/>
          <w:szCs w:val="28"/>
        </w:rPr>
        <w:t>города Владивостока</w:t>
      </w:r>
    </w:p>
    <w:p w:rsidR="0024797D" w:rsidRPr="0024797D" w:rsidRDefault="0024797D" w:rsidP="00274B5C">
      <w:pPr>
        <w:spacing w:after="0" w:line="240" w:lineRule="auto"/>
        <w:ind w:firstLine="10773"/>
        <w:jc w:val="both"/>
        <w:rPr>
          <w:rFonts w:ascii="Times New Roman" w:hAnsi="Times New Roman"/>
          <w:sz w:val="28"/>
          <w:szCs w:val="28"/>
        </w:rPr>
      </w:pPr>
      <w:r w:rsidRPr="0024797D">
        <w:rPr>
          <w:rFonts w:ascii="Times New Roman" w:hAnsi="Times New Roman"/>
          <w:sz w:val="28"/>
          <w:szCs w:val="28"/>
        </w:rPr>
        <w:t>от</w:t>
      </w:r>
      <w:r w:rsidR="004B6998">
        <w:rPr>
          <w:rFonts w:ascii="Times New Roman" w:hAnsi="Times New Roman"/>
          <w:sz w:val="28"/>
          <w:szCs w:val="28"/>
        </w:rPr>
        <w:t xml:space="preserve"> __________ </w:t>
      </w:r>
      <w:r>
        <w:rPr>
          <w:rFonts w:ascii="Times New Roman" w:hAnsi="Times New Roman"/>
          <w:sz w:val="28"/>
          <w:szCs w:val="28"/>
        </w:rPr>
        <w:t>№__</w:t>
      </w:r>
      <w:r w:rsidR="004B6998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</w:t>
      </w:r>
    </w:p>
    <w:p w:rsidR="0020544D" w:rsidRDefault="0020544D" w:rsidP="0020544D"/>
    <w:p w:rsidR="00911105" w:rsidRPr="0020544D" w:rsidRDefault="00911105" w:rsidP="0020544D"/>
    <w:tbl>
      <w:tblPr>
        <w:tblW w:w="141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134"/>
        <w:gridCol w:w="2835"/>
        <w:gridCol w:w="1843"/>
        <w:gridCol w:w="2126"/>
        <w:gridCol w:w="1701"/>
      </w:tblGrid>
      <w:tr w:rsidR="00911105" w:rsidRPr="003031C0" w:rsidTr="00911105">
        <w:trPr>
          <w:trHeight w:val="11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105" w:rsidRPr="00164835" w:rsidRDefault="00911105" w:rsidP="00911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105" w:rsidRPr="00164835" w:rsidRDefault="00911105" w:rsidP="0091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48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Приморский край, г. Владивосток, ул. 1-я </w:t>
            </w:r>
            <w:proofErr w:type="gramStart"/>
            <w:r w:rsidRPr="00164835">
              <w:rPr>
                <w:rFonts w:ascii="Times New Roman" w:hAnsi="Times New Roman"/>
                <w:sz w:val="24"/>
                <w:szCs w:val="24"/>
                <w:lang w:eastAsia="ru-RU"/>
              </w:rPr>
              <w:t>Морская</w:t>
            </w:r>
            <w:proofErr w:type="gramEnd"/>
            <w:r w:rsidRPr="00164835">
              <w:rPr>
                <w:rFonts w:ascii="Times New Roman" w:hAnsi="Times New Roman"/>
                <w:sz w:val="24"/>
                <w:szCs w:val="24"/>
                <w:lang w:eastAsia="ru-RU"/>
              </w:rPr>
              <w:t>, д. 10В</w:t>
            </w:r>
          </w:p>
          <w:p w:rsidR="00911105" w:rsidRPr="00164835" w:rsidRDefault="00911105" w:rsidP="009111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105" w:rsidRPr="00164835" w:rsidRDefault="00911105" w:rsidP="00370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835">
              <w:rPr>
                <w:rFonts w:ascii="Times New Roman" w:hAnsi="Times New Roman"/>
                <w:sz w:val="24"/>
                <w:szCs w:val="24"/>
                <w:lang w:eastAsia="ru-RU"/>
              </w:rPr>
              <w:t>1/10 доли муниципального образования в праве общей долевой собственности на здание с кадастровым номером 25:28:020023:2160</w:t>
            </w:r>
            <w:r w:rsidR="00D231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2316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105" w:rsidRPr="00164835" w:rsidRDefault="00911105" w:rsidP="00911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7 360 158,21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105" w:rsidRDefault="00911105" w:rsidP="0091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электронный аукцион при условии отсутствия реализованного преимущественного права покупки в соответствии со </w:t>
            </w:r>
            <w:hyperlink r:id="rId9" w:history="1">
              <w:r w:rsidRPr="00D23166">
                <w:rPr>
                  <w:rFonts w:ascii="Times New Roman" w:hAnsi="Times New Roman"/>
                  <w:sz w:val="24"/>
                  <w:szCs w:val="24"/>
                  <w:lang w:eastAsia="ru-RU"/>
                </w:rPr>
                <w:t>статьей 250</w:t>
              </w:r>
            </w:hyperlink>
            <w:r w:rsidRPr="00D231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Гражданского кодекса Российской Федерации</w:t>
            </w:r>
          </w:p>
          <w:p w:rsidR="00911105" w:rsidRDefault="00911105" w:rsidP="0091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11105" w:rsidRPr="00164835" w:rsidRDefault="00911105" w:rsidP="00911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105" w:rsidRPr="00164835" w:rsidRDefault="00911105" w:rsidP="00911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открытая</w:t>
            </w:r>
          </w:p>
        </w:tc>
      </w:tr>
      <w:tr w:rsidR="00E96CBB" w:rsidRPr="003031C0" w:rsidTr="00D23166">
        <w:trPr>
          <w:trHeight w:val="1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CBB" w:rsidRPr="00164835" w:rsidRDefault="00E96CBB" w:rsidP="00911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BB" w:rsidRPr="00164835" w:rsidRDefault="00E96CBB" w:rsidP="0091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48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Приморский край, г. Владивосток, ул. </w:t>
            </w:r>
            <w:proofErr w:type="gramStart"/>
            <w:r w:rsidRPr="00164835">
              <w:rPr>
                <w:rFonts w:ascii="Times New Roman" w:hAnsi="Times New Roman"/>
                <w:sz w:val="24"/>
                <w:szCs w:val="24"/>
                <w:lang w:eastAsia="ru-RU"/>
              </w:rPr>
              <w:t>Пограничная</w:t>
            </w:r>
            <w:proofErr w:type="gramEnd"/>
            <w:r w:rsidRPr="00164835">
              <w:rPr>
                <w:rFonts w:ascii="Times New Roman" w:hAnsi="Times New Roman"/>
                <w:sz w:val="24"/>
                <w:szCs w:val="24"/>
                <w:lang w:eastAsia="ru-RU"/>
              </w:rPr>
              <w:t>, д. 12а</w:t>
            </w:r>
          </w:p>
          <w:p w:rsidR="00E96CBB" w:rsidRPr="00164835" w:rsidRDefault="00E96CBB" w:rsidP="0091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BB" w:rsidRPr="00164835" w:rsidRDefault="00E96CBB" w:rsidP="009111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835">
              <w:rPr>
                <w:rFonts w:ascii="Times New Roman" w:hAnsi="Times New Roman"/>
                <w:color w:val="000000"/>
                <w:sz w:val="24"/>
                <w:szCs w:val="24"/>
              </w:rPr>
              <w:t>643,5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105" w:rsidRDefault="00E96CBB" w:rsidP="0091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4835">
              <w:rPr>
                <w:rFonts w:ascii="Times New Roman" w:hAnsi="Times New Roman"/>
                <w:sz w:val="24"/>
                <w:szCs w:val="24"/>
                <w:lang w:eastAsia="ru-RU"/>
              </w:rPr>
              <w:t>нежилое помещение,</w:t>
            </w:r>
            <w:r w:rsidR="0091110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="00903E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</w:t>
            </w:r>
            <w:r w:rsidRPr="001648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этаж, </w:t>
            </w:r>
          </w:p>
          <w:p w:rsidR="00E96CBB" w:rsidRPr="00164835" w:rsidRDefault="00E96CBB" w:rsidP="0091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4835">
              <w:rPr>
                <w:rFonts w:ascii="Times New Roman" w:hAnsi="Times New Roman"/>
                <w:sz w:val="24"/>
                <w:szCs w:val="24"/>
                <w:lang w:eastAsia="ru-RU"/>
              </w:rPr>
              <w:t>кадастровый номер 25:28:000000:</w:t>
            </w:r>
            <w:r w:rsidR="005B6E76">
              <w:rPr>
                <w:rFonts w:ascii="Times New Roman" w:hAnsi="Times New Roman"/>
                <w:sz w:val="24"/>
                <w:szCs w:val="24"/>
                <w:lang w:eastAsia="ru-RU"/>
              </w:rPr>
              <w:t>54823</w:t>
            </w:r>
          </w:p>
          <w:p w:rsidR="00E96CBB" w:rsidRPr="00164835" w:rsidRDefault="00E96CBB" w:rsidP="0091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BB" w:rsidRPr="00164835" w:rsidRDefault="00E96CBB" w:rsidP="00911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43 510 020,84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CBB" w:rsidRDefault="00E96CBB" w:rsidP="00911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электронный аукцион</w:t>
            </w:r>
          </w:p>
          <w:p w:rsidR="00911105" w:rsidRPr="00164835" w:rsidRDefault="00911105" w:rsidP="00911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CBB" w:rsidRPr="00164835" w:rsidRDefault="00164835" w:rsidP="00911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="00E96CBB" w:rsidRPr="00164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ткрытая</w:t>
            </w:r>
          </w:p>
        </w:tc>
      </w:tr>
      <w:tr w:rsidR="00E96CBB" w:rsidRPr="003031C0" w:rsidTr="00C90EF6">
        <w:trPr>
          <w:trHeight w:val="11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CBB" w:rsidRPr="00164835" w:rsidRDefault="00E96CBB" w:rsidP="00911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BB" w:rsidRPr="00164835" w:rsidRDefault="00E96CBB" w:rsidP="0091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48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Приморский край, г. Владивосток, ул. </w:t>
            </w:r>
            <w:proofErr w:type="gramStart"/>
            <w:r w:rsidRPr="00164835">
              <w:rPr>
                <w:rFonts w:ascii="Times New Roman" w:hAnsi="Times New Roman"/>
                <w:sz w:val="24"/>
                <w:szCs w:val="24"/>
                <w:lang w:eastAsia="ru-RU"/>
              </w:rPr>
              <w:t>Пограничная</w:t>
            </w:r>
            <w:proofErr w:type="gramEnd"/>
            <w:r w:rsidRPr="00164835">
              <w:rPr>
                <w:rFonts w:ascii="Times New Roman" w:hAnsi="Times New Roman"/>
                <w:sz w:val="24"/>
                <w:szCs w:val="24"/>
                <w:lang w:eastAsia="ru-RU"/>
              </w:rPr>
              <w:t>, д. 12а</w:t>
            </w:r>
          </w:p>
          <w:p w:rsidR="00E96CBB" w:rsidRPr="00164835" w:rsidRDefault="00E96CBB" w:rsidP="0091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BB" w:rsidRPr="00164835" w:rsidRDefault="00E96CBB" w:rsidP="009111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835">
              <w:rPr>
                <w:rFonts w:ascii="Times New Roman" w:hAnsi="Times New Roman"/>
                <w:color w:val="000000"/>
                <w:sz w:val="24"/>
                <w:szCs w:val="24"/>
              </w:rPr>
              <w:t>32,2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BB" w:rsidRPr="00164835" w:rsidRDefault="00E96CBB" w:rsidP="0091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4835">
              <w:rPr>
                <w:rFonts w:ascii="Times New Roman" w:hAnsi="Times New Roman"/>
                <w:sz w:val="24"/>
                <w:szCs w:val="24"/>
                <w:lang w:eastAsia="ru-RU"/>
              </w:rPr>
              <w:t>нежилое помещение,</w:t>
            </w:r>
            <w:r w:rsidR="0091110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1648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 этаж, </w:t>
            </w:r>
            <w:r w:rsidR="0091110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164835">
              <w:rPr>
                <w:rFonts w:ascii="Times New Roman" w:hAnsi="Times New Roman"/>
                <w:sz w:val="24"/>
                <w:szCs w:val="24"/>
                <w:lang w:eastAsia="ru-RU"/>
              </w:rPr>
              <w:t>кадастровый номер 25:28:000000:61744</w:t>
            </w:r>
          </w:p>
          <w:p w:rsidR="00E96CBB" w:rsidRPr="00164835" w:rsidRDefault="00E96CBB" w:rsidP="0091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BB" w:rsidRPr="00164835" w:rsidRDefault="00E96CBB" w:rsidP="00911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2 123 746,49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CBB" w:rsidRPr="00164835" w:rsidRDefault="00164835" w:rsidP="00911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</w:t>
            </w:r>
            <w:r w:rsidR="00E96CBB" w:rsidRPr="00164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лектронный аукцион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835" w:rsidRPr="00164835" w:rsidRDefault="00911105" w:rsidP="00911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="00164835" w:rsidRPr="00164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ткрытая</w:t>
            </w:r>
          </w:p>
        </w:tc>
      </w:tr>
      <w:tr w:rsidR="00507224" w:rsidRPr="003031C0" w:rsidTr="00401982">
        <w:trPr>
          <w:trHeight w:val="114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224" w:rsidRPr="00164835" w:rsidRDefault="00507224" w:rsidP="00911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24" w:rsidRPr="00164835" w:rsidRDefault="00507224" w:rsidP="0091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48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Приморский край, г. Владивосток, ул. </w:t>
            </w:r>
            <w:proofErr w:type="gramStart"/>
            <w:r w:rsidRPr="00164835">
              <w:rPr>
                <w:rFonts w:ascii="Times New Roman" w:hAnsi="Times New Roman"/>
                <w:sz w:val="24"/>
                <w:szCs w:val="24"/>
                <w:lang w:eastAsia="ru-RU"/>
              </w:rPr>
              <w:t>Пограничная</w:t>
            </w:r>
            <w:proofErr w:type="gramEnd"/>
            <w:r w:rsidRPr="00164835">
              <w:rPr>
                <w:rFonts w:ascii="Times New Roman" w:hAnsi="Times New Roman"/>
                <w:sz w:val="24"/>
                <w:szCs w:val="24"/>
                <w:lang w:eastAsia="ru-RU"/>
              </w:rPr>
              <w:t>, д. 12а</w:t>
            </w:r>
          </w:p>
          <w:p w:rsidR="00507224" w:rsidRPr="00164835" w:rsidRDefault="00507224" w:rsidP="0091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24" w:rsidRPr="00164835" w:rsidRDefault="00507224" w:rsidP="009111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835">
              <w:rPr>
                <w:rFonts w:ascii="Times New Roman" w:hAnsi="Times New Roman"/>
                <w:color w:val="000000"/>
                <w:sz w:val="24"/>
                <w:szCs w:val="24"/>
              </w:rPr>
              <w:t>195,0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24" w:rsidRPr="00164835" w:rsidRDefault="00507224" w:rsidP="0091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48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нежилое помещение,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1648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этаж,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164835">
              <w:rPr>
                <w:rFonts w:ascii="Times New Roman" w:hAnsi="Times New Roman"/>
                <w:sz w:val="24"/>
                <w:szCs w:val="24"/>
                <w:lang w:eastAsia="ru-RU"/>
              </w:rPr>
              <w:t>кадастровый номер 25:28:000000:33629</w:t>
            </w:r>
          </w:p>
          <w:p w:rsidR="00507224" w:rsidRPr="00164835" w:rsidRDefault="00507224" w:rsidP="0091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7224" w:rsidRPr="00164835" w:rsidRDefault="00507224" w:rsidP="00911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  <w:r w:rsidR="00A036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658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720,</w:t>
            </w:r>
            <w:r w:rsidRPr="00164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07224" w:rsidRPr="00164835" w:rsidRDefault="00507224" w:rsidP="00911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электронный аукцион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07224" w:rsidRPr="00164835" w:rsidRDefault="00507224" w:rsidP="00911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открытая</w:t>
            </w:r>
          </w:p>
        </w:tc>
      </w:tr>
      <w:tr w:rsidR="00507224" w:rsidRPr="003031C0" w:rsidTr="00401982">
        <w:trPr>
          <w:trHeight w:val="114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224" w:rsidRPr="00164835" w:rsidRDefault="00507224" w:rsidP="00911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24" w:rsidRPr="00164835" w:rsidRDefault="00507224" w:rsidP="0091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24" w:rsidRPr="00164835" w:rsidRDefault="00507224" w:rsidP="009111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835">
              <w:rPr>
                <w:rFonts w:ascii="Times New Roman" w:hAnsi="Times New Roman"/>
                <w:color w:val="000000"/>
                <w:sz w:val="24"/>
                <w:szCs w:val="24"/>
              </w:rPr>
              <w:t>20,4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24" w:rsidRPr="00164835" w:rsidRDefault="00507224" w:rsidP="0091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4835">
              <w:rPr>
                <w:rFonts w:ascii="Times New Roman" w:hAnsi="Times New Roman"/>
                <w:sz w:val="24"/>
                <w:szCs w:val="24"/>
                <w:lang w:eastAsia="ru-RU"/>
              </w:rPr>
              <w:t>нежилое помещение,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1648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 этаж,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164835">
              <w:rPr>
                <w:rFonts w:ascii="Times New Roman" w:hAnsi="Times New Roman"/>
                <w:sz w:val="24"/>
                <w:szCs w:val="24"/>
                <w:lang w:eastAsia="ru-RU"/>
              </w:rPr>
              <w:t>кадастровый номер 25:28:000000:26148</w:t>
            </w:r>
          </w:p>
          <w:p w:rsidR="00507224" w:rsidRPr="00164835" w:rsidRDefault="00507224" w:rsidP="0091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7224" w:rsidRPr="00164835" w:rsidRDefault="00507224" w:rsidP="00911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07224" w:rsidRPr="00164835" w:rsidRDefault="00507224" w:rsidP="00911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07224" w:rsidRPr="00164835" w:rsidRDefault="00507224" w:rsidP="00911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7224" w:rsidRPr="003031C0" w:rsidTr="00401982">
        <w:trPr>
          <w:trHeight w:val="114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24" w:rsidRPr="00164835" w:rsidRDefault="00507224" w:rsidP="00911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24" w:rsidRPr="00164835" w:rsidRDefault="00507224" w:rsidP="0091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24" w:rsidRPr="00164835" w:rsidRDefault="00507224" w:rsidP="009111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835">
              <w:rPr>
                <w:rFonts w:ascii="Times New Roman" w:hAnsi="Times New Roman"/>
                <w:color w:val="000000"/>
                <w:sz w:val="24"/>
                <w:szCs w:val="24"/>
              </w:rPr>
              <w:t>26,3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24" w:rsidRPr="00164835" w:rsidRDefault="00507224" w:rsidP="0091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48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нежилое помещение,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164835">
              <w:rPr>
                <w:rFonts w:ascii="Times New Roman" w:hAnsi="Times New Roman"/>
                <w:sz w:val="24"/>
                <w:szCs w:val="24"/>
                <w:lang w:eastAsia="ru-RU"/>
              </w:rPr>
              <w:t>4 этаж,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1648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кадастровый номер 25:28:000000:54822</w:t>
            </w:r>
          </w:p>
          <w:p w:rsidR="00507224" w:rsidRPr="00164835" w:rsidRDefault="00507224" w:rsidP="0091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24" w:rsidRPr="00164835" w:rsidRDefault="00507224" w:rsidP="00911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224" w:rsidRPr="00164835" w:rsidRDefault="00507224" w:rsidP="00911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224" w:rsidRPr="00164835" w:rsidRDefault="00507224" w:rsidP="00911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05A50" w:rsidRDefault="00405A50" w:rsidP="002A0E1D">
      <w:pPr>
        <w:pBdr>
          <w:bottom w:val="single" w:sz="4" w:space="1" w:color="auto"/>
        </w:pBdr>
      </w:pPr>
    </w:p>
    <w:p w:rsidR="00405A50" w:rsidRDefault="00405A50" w:rsidP="002A0E1D">
      <w:pPr>
        <w:pBdr>
          <w:bottom w:val="single" w:sz="4" w:space="1" w:color="auto"/>
        </w:pBdr>
      </w:pPr>
    </w:p>
    <w:p w:rsidR="002A0E1D" w:rsidRDefault="002A0E1D" w:rsidP="00376DC5"/>
    <w:sectPr w:rsidR="002A0E1D" w:rsidSect="00CC59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40" w:h="11907" w:orient="landscape" w:code="9"/>
      <w:pgMar w:top="284" w:right="1134" w:bottom="426" w:left="1418" w:header="286" w:footer="709" w:gutter="0"/>
      <w:pgNumType w:start="9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B37" w:rsidRDefault="000C3B37">
      <w:pPr>
        <w:spacing w:after="0" w:line="240" w:lineRule="auto"/>
      </w:pPr>
      <w:r>
        <w:separator/>
      </w:r>
    </w:p>
  </w:endnote>
  <w:endnote w:type="continuationSeparator" w:id="0">
    <w:p w:rsidR="000C3B37" w:rsidRDefault="000C3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105" w:rsidRDefault="0091110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105" w:rsidRDefault="0091110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105" w:rsidRDefault="0091110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B37" w:rsidRDefault="000C3B37">
      <w:pPr>
        <w:spacing w:after="0" w:line="240" w:lineRule="auto"/>
      </w:pPr>
      <w:r>
        <w:separator/>
      </w:r>
    </w:p>
  </w:footnote>
  <w:footnote w:type="continuationSeparator" w:id="0">
    <w:p w:rsidR="000C3B37" w:rsidRDefault="000C3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105" w:rsidRDefault="0091110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105" w:rsidRPr="00B251E7" w:rsidRDefault="00911105">
    <w:pPr>
      <w:pStyle w:val="a3"/>
      <w:jc w:val="center"/>
      <w:rPr>
        <w:rFonts w:ascii="Times New Roman" w:hAnsi="Times New Roman"/>
      </w:rPr>
    </w:pPr>
    <w:r w:rsidRPr="00B251E7">
      <w:rPr>
        <w:rFonts w:ascii="Times New Roman" w:hAnsi="Times New Roman"/>
      </w:rPr>
      <w:fldChar w:fldCharType="begin"/>
    </w:r>
    <w:r w:rsidRPr="00B251E7">
      <w:rPr>
        <w:rFonts w:ascii="Times New Roman" w:hAnsi="Times New Roman"/>
      </w:rPr>
      <w:instrText>PAGE   \* MERGEFORMAT</w:instrText>
    </w:r>
    <w:r w:rsidRPr="00B251E7">
      <w:rPr>
        <w:rFonts w:ascii="Times New Roman" w:hAnsi="Times New Roman"/>
      </w:rPr>
      <w:fldChar w:fldCharType="separate"/>
    </w:r>
    <w:r w:rsidR="001354F8">
      <w:rPr>
        <w:rFonts w:ascii="Times New Roman" w:hAnsi="Times New Roman"/>
        <w:noProof/>
      </w:rPr>
      <w:t>10</w:t>
    </w:r>
    <w:r w:rsidRPr="00B251E7">
      <w:rPr>
        <w:rFonts w:ascii="Times New Roman" w:hAnsi="Times New Roman"/>
      </w:rPr>
      <w:fldChar w:fldCharType="end"/>
    </w:r>
  </w:p>
  <w:p w:rsidR="00911105" w:rsidRDefault="0091110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105" w:rsidRDefault="00911105" w:rsidP="000B5645">
    <w:pPr>
      <w:pStyle w:val="a3"/>
      <w:tabs>
        <w:tab w:val="clear" w:pos="4677"/>
        <w:tab w:val="clear" w:pos="9355"/>
        <w:tab w:val="center" w:pos="7144"/>
        <w:tab w:val="right" w:pos="14288"/>
      </w:tabs>
    </w:pPr>
    <w:r>
      <w:tab/>
    </w:r>
    <w:r>
      <w:rPr>
        <w:rFonts w:ascii="Times New Roman" w:hAnsi="Times New Roman"/>
      </w:rPr>
      <w:t>4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B7DDF"/>
    <w:multiLevelType w:val="hybridMultilevel"/>
    <w:tmpl w:val="6A743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7427D"/>
    <w:multiLevelType w:val="hybridMultilevel"/>
    <w:tmpl w:val="08309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A1693"/>
    <w:multiLevelType w:val="hybridMultilevel"/>
    <w:tmpl w:val="35902F10"/>
    <w:lvl w:ilvl="0" w:tplc="F160B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20E85"/>
    <w:multiLevelType w:val="hybridMultilevel"/>
    <w:tmpl w:val="500C4F6E"/>
    <w:lvl w:ilvl="0" w:tplc="0419000F">
      <w:start w:val="1"/>
      <w:numFmt w:val="decimal"/>
      <w:lvlText w:val="%1."/>
      <w:lvlJc w:val="left"/>
      <w:pPr>
        <w:ind w:left="678" w:hanging="360"/>
      </w:pPr>
    </w:lvl>
    <w:lvl w:ilvl="1" w:tplc="04190019" w:tentative="1">
      <w:start w:val="1"/>
      <w:numFmt w:val="lowerLetter"/>
      <w:lvlText w:val="%2."/>
      <w:lvlJc w:val="left"/>
      <w:pPr>
        <w:ind w:left="1617" w:hanging="360"/>
      </w:pPr>
    </w:lvl>
    <w:lvl w:ilvl="2" w:tplc="0419001B" w:tentative="1">
      <w:start w:val="1"/>
      <w:numFmt w:val="lowerRoman"/>
      <w:lvlText w:val="%3."/>
      <w:lvlJc w:val="right"/>
      <w:pPr>
        <w:ind w:left="2337" w:hanging="180"/>
      </w:pPr>
    </w:lvl>
    <w:lvl w:ilvl="3" w:tplc="0419000F" w:tentative="1">
      <w:start w:val="1"/>
      <w:numFmt w:val="decimal"/>
      <w:lvlText w:val="%4."/>
      <w:lvlJc w:val="left"/>
      <w:pPr>
        <w:ind w:left="3057" w:hanging="360"/>
      </w:pPr>
    </w:lvl>
    <w:lvl w:ilvl="4" w:tplc="04190019" w:tentative="1">
      <w:start w:val="1"/>
      <w:numFmt w:val="lowerLetter"/>
      <w:lvlText w:val="%5."/>
      <w:lvlJc w:val="left"/>
      <w:pPr>
        <w:ind w:left="3777" w:hanging="360"/>
      </w:pPr>
    </w:lvl>
    <w:lvl w:ilvl="5" w:tplc="0419001B" w:tentative="1">
      <w:start w:val="1"/>
      <w:numFmt w:val="lowerRoman"/>
      <w:lvlText w:val="%6."/>
      <w:lvlJc w:val="right"/>
      <w:pPr>
        <w:ind w:left="4497" w:hanging="180"/>
      </w:pPr>
    </w:lvl>
    <w:lvl w:ilvl="6" w:tplc="0419000F" w:tentative="1">
      <w:start w:val="1"/>
      <w:numFmt w:val="decimal"/>
      <w:lvlText w:val="%7."/>
      <w:lvlJc w:val="left"/>
      <w:pPr>
        <w:ind w:left="5217" w:hanging="360"/>
      </w:pPr>
    </w:lvl>
    <w:lvl w:ilvl="7" w:tplc="04190019" w:tentative="1">
      <w:start w:val="1"/>
      <w:numFmt w:val="lowerLetter"/>
      <w:lvlText w:val="%8."/>
      <w:lvlJc w:val="left"/>
      <w:pPr>
        <w:ind w:left="5937" w:hanging="360"/>
      </w:pPr>
    </w:lvl>
    <w:lvl w:ilvl="8" w:tplc="041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4">
    <w:nsid w:val="30E21955"/>
    <w:multiLevelType w:val="hybridMultilevel"/>
    <w:tmpl w:val="6DB08E8C"/>
    <w:lvl w:ilvl="0" w:tplc="9E2C88D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EC3C94"/>
    <w:multiLevelType w:val="hybridMultilevel"/>
    <w:tmpl w:val="3C3297B0"/>
    <w:lvl w:ilvl="0" w:tplc="060C3302">
      <w:start w:val="1"/>
      <w:numFmt w:val="decimal"/>
      <w:lvlText w:val="%1."/>
      <w:lvlJc w:val="left"/>
      <w:pPr>
        <w:ind w:left="16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2" w:hanging="360"/>
      </w:pPr>
    </w:lvl>
    <w:lvl w:ilvl="2" w:tplc="0419001B" w:tentative="1">
      <w:start w:val="1"/>
      <w:numFmt w:val="lowerRoman"/>
      <w:lvlText w:val="%3."/>
      <w:lvlJc w:val="right"/>
      <w:pPr>
        <w:ind w:left="3072" w:hanging="180"/>
      </w:pPr>
    </w:lvl>
    <w:lvl w:ilvl="3" w:tplc="0419000F" w:tentative="1">
      <w:start w:val="1"/>
      <w:numFmt w:val="decimal"/>
      <w:lvlText w:val="%4."/>
      <w:lvlJc w:val="left"/>
      <w:pPr>
        <w:ind w:left="3792" w:hanging="360"/>
      </w:pPr>
    </w:lvl>
    <w:lvl w:ilvl="4" w:tplc="04190019" w:tentative="1">
      <w:start w:val="1"/>
      <w:numFmt w:val="lowerLetter"/>
      <w:lvlText w:val="%5."/>
      <w:lvlJc w:val="left"/>
      <w:pPr>
        <w:ind w:left="4512" w:hanging="360"/>
      </w:pPr>
    </w:lvl>
    <w:lvl w:ilvl="5" w:tplc="0419001B" w:tentative="1">
      <w:start w:val="1"/>
      <w:numFmt w:val="lowerRoman"/>
      <w:lvlText w:val="%6."/>
      <w:lvlJc w:val="right"/>
      <w:pPr>
        <w:ind w:left="5232" w:hanging="180"/>
      </w:pPr>
    </w:lvl>
    <w:lvl w:ilvl="6" w:tplc="0419000F" w:tentative="1">
      <w:start w:val="1"/>
      <w:numFmt w:val="decimal"/>
      <w:lvlText w:val="%7."/>
      <w:lvlJc w:val="left"/>
      <w:pPr>
        <w:ind w:left="5952" w:hanging="360"/>
      </w:pPr>
    </w:lvl>
    <w:lvl w:ilvl="7" w:tplc="04190019" w:tentative="1">
      <w:start w:val="1"/>
      <w:numFmt w:val="lowerLetter"/>
      <w:lvlText w:val="%8."/>
      <w:lvlJc w:val="left"/>
      <w:pPr>
        <w:ind w:left="6672" w:hanging="360"/>
      </w:pPr>
    </w:lvl>
    <w:lvl w:ilvl="8" w:tplc="0419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6">
    <w:nsid w:val="4BA715B3"/>
    <w:multiLevelType w:val="hybridMultilevel"/>
    <w:tmpl w:val="22BE1EE2"/>
    <w:lvl w:ilvl="0" w:tplc="AFA4DBAE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1805E1"/>
    <w:multiLevelType w:val="hybridMultilevel"/>
    <w:tmpl w:val="313AE600"/>
    <w:lvl w:ilvl="0" w:tplc="457067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AFD"/>
    <w:rsid w:val="000025E2"/>
    <w:rsid w:val="000049D4"/>
    <w:rsid w:val="000053AD"/>
    <w:rsid w:val="00005EC1"/>
    <w:rsid w:val="00013C41"/>
    <w:rsid w:val="0001643D"/>
    <w:rsid w:val="000203AC"/>
    <w:rsid w:val="00020B17"/>
    <w:rsid w:val="00023415"/>
    <w:rsid w:val="00023777"/>
    <w:rsid w:val="00024B63"/>
    <w:rsid w:val="000252FA"/>
    <w:rsid w:val="000253B4"/>
    <w:rsid w:val="000273C6"/>
    <w:rsid w:val="00033D36"/>
    <w:rsid w:val="00035142"/>
    <w:rsid w:val="00035D30"/>
    <w:rsid w:val="00040155"/>
    <w:rsid w:val="00040ACC"/>
    <w:rsid w:val="00040CCD"/>
    <w:rsid w:val="00042CFF"/>
    <w:rsid w:val="00043963"/>
    <w:rsid w:val="00044DCD"/>
    <w:rsid w:val="00045219"/>
    <w:rsid w:val="00046EF5"/>
    <w:rsid w:val="000502D0"/>
    <w:rsid w:val="000516CA"/>
    <w:rsid w:val="00056168"/>
    <w:rsid w:val="00057F2F"/>
    <w:rsid w:val="0006000B"/>
    <w:rsid w:val="00060EB8"/>
    <w:rsid w:val="0006182C"/>
    <w:rsid w:val="00062D2C"/>
    <w:rsid w:val="00063A9F"/>
    <w:rsid w:val="0006445B"/>
    <w:rsid w:val="000711E0"/>
    <w:rsid w:val="0007129B"/>
    <w:rsid w:val="00076A77"/>
    <w:rsid w:val="000774C7"/>
    <w:rsid w:val="0008196D"/>
    <w:rsid w:val="00082581"/>
    <w:rsid w:val="00083887"/>
    <w:rsid w:val="00083BA6"/>
    <w:rsid w:val="00085001"/>
    <w:rsid w:val="00087FC1"/>
    <w:rsid w:val="000919A5"/>
    <w:rsid w:val="00091C57"/>
    <w:rsid w:val="000926CD"/>
    <w:rsid w:val="00097DF8"/>
    <w:rsid w:val="000A3A1C"/>
    <w:rsid w:val="000A3AAD"/>
    <w:rsid w:val="000A49EF"/>
    <w:rsid w:val="000A538F"/>
    <w:rsid w:val="000A5603"/>
    <w:rsid w:val="000A564E"/>
    <w:rsid w:val="000A61DE"/>
    <w:rsid w:val="000A6853"/>
    <w:rsid w:val="000A6D41"/>
    <w:rsid w:val="000A6E78"/>
    <w:rsid w:val="000A7E8A"/>
    <w:rsid w:val="000B12DA"/>
    <w:rsid w:val="000B1B06"/>
    <w:rsid w:val="000B5645"/>
    <w:rsid w:val="000B6B9B"/>
    <w:rsid w:val="000B6BD3"/>
    <w:rsid w:val="000B7996"/>
    <w:rsid w:val="000C0714"/>
    <w:rsid w:val="000C0E7A"/>
    <w:rsid w:val="000C0F65"/>
    <w:rsid w:val="000C1BC4"/>
    <w:rsid w:val="000C1E07"/>
    <w:rsid w:val="000C33B3"/>
    <w:rsid w:val="000C3B37"/>
    <w:rsid w:val="000C4610"/>
    <w:rsid w:val="000C464B"/>
    <w:rsid w:val="000C5234"/>
    <w:rsid w:val="000C796B"/>
    <w:rsid w:val="000D033F"/>
    <w:rsid w:val="000D06CA"/>
    <w:rsid w:val="000D278F"/>
    <w:rsid w:val="000D3B95"/>
    <w:rsid w:val="000D4134"/>
    <w:rsid w:val="000D4CA2"/>
    <w:rsid w:val="000D4E8C"/>
    <w:rsid w:val="000D5B1D"/>
    <w:rsid w:val="000D604D"/>
    <w:rsid w:val="000D6AAE"/>
    <w:rsid w:val="000D7B86"/>
    <w:rsid w:val="000E03D7"/>
    <w:rsid w:val="000E13CE"/>
    <w:rsid w:val="000E3531"/>
    <w:rsid w:val="000E4241"/>
    <w:rsid w:val="000E471D"/>
    <w:rsid w:val="000E4C76"/>
    <w:rsid w:val="000E51CF"/>
    <w:rsid w:val="000E681E"/>
    <w:rsid w:val="000F3C3B"/>
    <w:rsid w:val="00101353"/>
    <w:rsid w:val="00102AD3"/>
    <w:rsid w:val="001057EA"/>
    <w:rsid w:val="00106222"/>
    <w:rsid w:val="0011030D"/>
    <w:rsid w:val="00115BAB"/>
    <w:rsid w:val="00123779"/>
    <w:rsid w:val="001255A7"/>
    <w:rsid w:val="001273A2"/>
    <w:rsid w:val="00131A76"/>
    <w:rsid w:val="001351DA"/>
    <w:rsid w:val="001354F8"/>
    <w:rsid w:val="0015099F"/>
    <w:rsid w:val="0015190B"/>
    <w:rsid w:val="001519A3"/>
    <w:rsid w:val="00151FCA"/>
    <w:rsid w:val="00152A98"/>
    <w:rsid w:val="00154238"/>
    <w:rsid w:val="00154D8D"/>
    <w:rsid w:val="00156EA1"/>
    <w:rsid w:val="0015753E"/>
    <w:rsid w:val="00164835"/>
    <w:rsid w:val="00165A90"/>
    <w:rsid w:val="00165C1B"/>
    <w:rsid w:val="00166874"/>
    <w:rsid w:val="0017285C"/>
    <w:rsid w:val="00174579"/>
    <w:rsid w:val="001749C3"/>
    <w:rsid w:val="001759EE"/>
    <w:rsid w:val="00180E58"/>
    <w:rsid w:val="00183C83"/>
    <w:rsid w:val="001860E5"/>
    <w:rsid w:val="0019001B"/>
    <w:rsid w:val="00192CFC"/>
    <w:rsid w:val="0019433F"/>
    <w:rsid w:val="00194374"/>
    <w:rsid w:val="00194AE5"/>
    <w:rsid w:val="00195253"/>
    <w:rsid w:val="00196EFC"/>
    <w:rsid w:val="001A636A"/>
    <w:rsid w:val="001A6AE4"/>
    <w:rsid w:val="001A6DC9"/>
    <w:rsid w:val="001B07F2"/>
    <w:rsid w:val="001B31F6"/>
    <w:rsid w:val="001B58F1"/>
    <w:rsid w:val="001B5C16"/>
    <w:rsid w:val="001B5EC0"/>
    <w:rsid w:val="001C1070"/>
    <w:rsid w:val="001C2077"/>
    <w:rsid w:val="001C5865"/>
    <w:rsid w:val="001C5B7A"/>
    <w:rsid w:val="001C78FC"/>
    <w:rsid w:val="001D0EF8"/>
    <w:rsid w:val="001D1B0A"/>
    <w:rsid w:val="001D237C"/>
    <w:rsid w:val="001D35B9"/>
    <w:rsid w:val="001D58E9"/>
    <w:rsid w:val="001D5A72"/>
    <w:rsid w:val="001E227B"/>
    <w:rsid w:val="001E5AE1"/>
    <w:rsid w:val="001F0F44"/>
    <w:rsid w:val="001F2C67"/>
    <w:rsid w:val="001F5C74"/>
    <w:rsid w:val="002006F7"/>
    <w:rsid w:val="00201B70"/>
    <w:rsid w:val="0020242C"/>
    <w:rsid w:val="00203CAA"/>
    <w:rsid w:val="0020544D"/>
    <w:rsid w:val="0020583B"/>
    <w:rsid w:val="00207E67"/>
    <w:rsid w:val="00211207"/>
    <w:rsid w:val="00212DE7"/>
    <w:rsid w:val="002157D1"/>
    <w:rsid w:val="00215C76"/>
    <w:rsid w:val="00217C35"/>
    <w:rsid w:val="002213F1"/>
    <w:rsid w:val="002214A0"/>
    <w:rsid w:val="00221D33"/>
    <w:rsid w:val="00222373"/>
    <w:rsid w:val="00223C89"/>
    <w:rsid w:val="00223DEC"/>
    <w:rsid w:val="002242F6"/>
    <w:rsid w:val="002254C6"/>
    <w:rsid w:val="00226EBE"/>
    <w:rsid w:val="002304A6"/>
    <w:rsid w:val="0023151C"/>
    <w:rsid w:val="00233607"/>
    <w:rsid w:val="00236A4A"/>
    <w:rsid w:val="002403AC"/>
    <w:rsid w:val="002432A3"/>
    <w:rsid w:val="0024477F"/>
    <w:rsid w:val="00245782"/>
    <w:rsid w:val="002474F9"/>
    <w:rsid w:val="0024797D"/>
    <w:rsid w:val="002526D0"/>
    <w:rsid w:val="0025357C"/>
    <w:rsid w:val="00254664"/>
    <w:rsid w:val="002577EC"/>
    <w:rsid w:val="00261D20"/>
    <w:rsid w:val="002628D1"/>
    <w:rsid w:val="0026592C"/>
    <w:rsid w:val="00270DE9"/>
    <w:rsid w:val="00271332"/>
    <w:rsid w:val="002713A7"/>
    <w:rsid w:val="0027407B"/>
    <w:rsid w:val="00274A26"/>
    <w:rsid w:val="00274B5C"/>
    <w:rsid w:val="002751C2"/>
    <w:rsid w:val="0027773A"/>
    <w:rsid w:val="00277D3C"/>
    <w:rsid w:val="0028040B"/>
    <w:rsid w:val="0028041A"/>
    <w:rsid w:val="002808DA"/>
    <w:rsid w:val="00282098"/>
    <w:rsid w:val="002834B4"/>
    <w:rsid w:val="002839D1"/>
    <w:rsid w:val="002859BA"/>
    <w:rsid w:val="00285C2C"/>
    <w:rsid w:val="0028749B"/>
    <w:rsid w:val="00287FB3"/>
    <w:rsid w:val="002932EB"/>
    <w:rsid w:val="00293A9B"/>
    <w:rsid w:val="0029403C"/>
    <w:rsid w:val="00294484"/>
    <w:rsid w:val="002948A3"/>
    <w:rsid w:val="002A00B7"/>
    <w:rsid w:val="002A095A"/>
    <w:rsid w:val="002A0E1D"/>
    <w:rsid w:val="002A1FC5"/>
    <w:rsid w:val="002A68C4"/>
    <w:rsid w:val="002A7F4D"/>
    <w:rsid w:val="002B25F4"/>
    <w:rsid w:val="002B2B2E"/>
    <w:rsid w:val="002B64DC"/>
    <w:rsid w:val="002C1299"/>
    <w:rsid w:val="002C29DD"/>
    <w:rsid w:val="002C431C"/>
    <w:rsid w:val="002C44E8"/>
    <w:rsid w:val="002C4C23"/>
    <w:rsid w:val="002D1717"/>
    <w:rsid w:val="002D264A"/>
    <w:rsid w:val="002D2CD1"/>
    <w:rsid w:val="002D39EE"/>
    <w:rsid w:val="002D4A0E"/>
    <w:rsid w:val="002D4F75"/>
    <w:rsid w:val="002D5192"/>
    <w:rsid w:val="002D5432"/>
    <w:rsid w:val="002D5FE6"/>
    <w:rsid w:val="002D6A9C"/>
    <w:rsid w:val="002E0043"/>
    <w:rsid w:val="002E0185"/>
    <w:rsid w:val="002E06BC"/>
    <w:rsid w:val="002E295B"/>
    <w:rsid w:val="002E2DF5"/>
    <w:rsid w:val="002E36DE"/>
    <w:rsid w:val="002E39E9"/>
    <w:rsid w:val="002E492C"/>
    <w:rsid w:val="002E4C3A"/>
    <w:rsid w:val="002E5554"/>
    <w:rsid w:val="002E6151"/>
    <w:rsid w:val="002F1EB8"/>
    <w:rsid w:val="002F31A9"/>
    <w:rsid w:val="002F3631"/>
    <w:rsid w:val="002F3AD5"/>
    <w:rsid w:val="002F7181"/>
    <w:rsid w:val="003031C0"/>
    <w:rsid w:val="00303C56"/>
    <w:rsid w:val="003070CC"/>
    <w:rsid w:val="00310BB9"/>
    <w:rsid w:val="0031473A"/>
    <w:rsid w:val="00320111"/>
    <w:rsid w:val="003201B9"/>
    <w:rsid w:val="003210C7"/>
    <w:rsid w:val="00321C22"/>
    <w:rsid w:val="00322A4A"/>
    <w:rsid w:val="003232AD"/>
    <w:rsid w:val="003234FB"/>
    <w:rsid w:val="00324CB9"/>
    <w:rsid w:val="00325C89"/>
    <w:rsid w:val="00327EEE"/>
    <w:rsid w:val="00330DEC"/>
    <w:rsid w:val="00333840"/>
    <w:rsid w:val="00334AB6"/>
    <w:rsid w:val="00335058"/>
    <w:rsid w:val="00335F91"/>
    <w:rsid w:val="00336AD1"/>
    <w:rsid w:val="003378B0"/>
    <w:rsid w:val="0034037D"/>
    <w:rsid w:val="00341D4C"/>
    <w:rsid w:val="00342206"/>
    <w:rsid w:val="00342C44"/>
    <w:rsid w:val="00342D4B"/>
    <w:rsid w:val="00343B41"/>
    <w:rsid w:val="00344319"/>
    <w:rsid w:val="003450C3"/>
    <w:rsid w:val="00345B9D"/>
    <w:rsid w:val="00345CF8"/>
    <w:rsid w:val="00347B39"/>
    <w:rsid w:val="003510FC"/>
    <w:rsid w:val="00351CE4"/>
    <w:rsid w:val="00352FC1"/>
    <w:rsid w:val="00353FA4"/>
    <w:rsid w:val="0035430F"/>
    <w:rsid w:val="00355F08"/>
    <w:rsid w:val="00356A09"/>
    <w:rsid w:val="003613D8"/>
    <w:rsid w:val="0036296E"/>
    <w:rsid w:val="00362B63"/>
    <w:rsid w:val="00366FE2"/>
    <w:rsid w:val="00370011"/>
    <w:rsid w:val="00373F31"/>
    <w:rsid w:val="003744F6"/>
    <w:rsid w:val="00374F5A"/>
    <w:rsid w:val="00375A64"/>
    <w:rsid w:val="00375F6F"/>
    <w:rsid w:val="00376DC5"/>
    <w:rsid w:val="00380591"/>
    <w:rsid w:val="0038471F"/>
    <w:rsid w:val="00384EC2"/>
    <w:rsid w:val="00385EE8"/>
    <w:rsid w:val="00387214"/>
    <w:rsid w:val="00390B2F"/>
    <w:rsid w:val="00390F25"/>
    <w:rsid w:val="00396127"/>
    <w:rsid w:val="003970BB"/>
    <w:rsid w:val="00397EBE"/>
    <w:rsid w:val="003A28B1"/>
    <w:rsid w:val="003A6542"/>
    <w:rsid w:val="003B03B5"/>
    <w:rsid w:val="003B0A94"/>
    <w:rsid w:val="003B3CE4"/>
    <w:rsid w:val="003B4E3A"/>
    <w:rsid w:val="003B6088"/>
    <w:rsid w:val="003B680C"/>
    <w:rsid w:val="003C16E7"/>
    <w:rsid w:val="003C2118"/>
    <w:rsid w:val="003C358F"/>
    <w:rsid w:val="003C3F55"/>
    <w:rsid w:val="003C613C"/>
    <w:rsid w:val="003C62DE"/>
    <w:rsid w:val="003D1C4C"/>
    <w:rsid w:val="003D3A17"/>
    <w:rsid w:val="003D6A3B"/>
    <w:rsid w:val="003D7B20"/>
    <w:rsid w:val="003E2D0F"/>
    <w:rsid w:val="003E2EB1"/>
    <w:rsid w:val="003E37E6"/>
    <w:rsid w:val="003E3830"/>
    <w:rsid w:val="003E5EA5"/>
    <w:rsid w:val="003F4513"/>
    <w:rsid w:val="003F4B8C"/>
    <w:rsid w:val="003F61B0"/>
    <w:rsid w:val="003F6A7D"/>
    <w:rsid w:val="003F79EE"/>
    <w:rsid w:val="003F7D60"/>
    <w:rsid w:val="004004C0"/>
    <w:rsid w:val="00400C5B"/>
    <w:rsid w:val="00403132"/>
    <w:rsid w:val="0040347B"/>
    <w:rsid w:val="004041E4"/>
    <w:rsid w:val="00405A50"/>
    <w:rsid w:val="00405EF2"/>
    <w:rsid w:val="0040798E"/>
    <w:rsid w:val="00407FDA"/>
    <w:rsid w:val="004106D1"/>
    <w:rsid w:val="00411811"/>
    <w:rsid w:val="004137B0"/>
    <w:rsid w:val="004139A8"/>
    <w:rsid w:val="004159F5"/>
    <w:rsid w:val="00415D1E"/>
    <w:rsid w:val="00415DA3"/>
    <w:rsid w:val="00416110"/>
    <w:rsid w:val="00417250"/>
    <w:rsid w:val="00426977"/>
    <w:rsid w:val="00430281"/>
    <w:rsid w:val="00432A1D"/>
    <w:rsid w:val="0043386B"/>
    <w:rsid w:val="00434C29"/>
    <w:rsid w:val="00436B77"/>
    <w:rsid w:val="0043740A"/>
    <w:rsid w:val="004376EA"/>
    <w:rsid w:val="00437C9A"/>
    <w:rsid w:val="00437E03"/>
    <w:rsid w:val="004409F5"/>
    <w:rsid w:val="00440D51"/>
    <w:rsid w:val="00440FD0"/>
    <w:rsid w:val="004430ED"/>
    <w:rsid w:val="00443AD7"/>
    <w:rsid w:val="00445746"/>
    <w:rsid w:val="00447124"/>
    <w:rsid w:val="0045038E"/>
    <w:rsid w:val="00450506"/>
    <w:rsid w:val="004538D9"/>
    <w:rsid w:val="00454856"/>
    <w:rsid w:val="00454E28"/>
    <w:rsid w:val="00455117"/>
    <w:rsid w:val="00455DA0"/>
    <w:rsid w:val="00457C17"/>
    <w:rsid w:val="00457C64"/>
    <w:rsid w:val="00460D09"/>
    <w:rsid w:val="00462FF2"/>
    <w:rsid w:val="00464529"/>
    <w:rsid w:val="0046589A"/>
    <w:rsid w:val="00465AC1"/>
    <w:rsid w:val="00465EE0"/>
    <w:rsid w:val="00467A28"/>
    <w:rsid w:val="004704BE"/>
    <w:rsid w:val="00470732"/>
    <w:rsid w:val="00471023"/>
    <w:rsid w:val="00472390"/>
    <w:rsid w:val="004734CB"/>
    <w:rsid w:val="0047791E"/>
    <w:rsid w:val="004838C3"/>
    <w:rsid w:val="00484130"/>
    <w:rsid w:val="00486331"/>
    <w:rsid w:val="00487FAC"/>
    <w:rsid w:val="00490F8E"/>
    <w:rsid w:val="00491D7E"/>
    <w:rsid w:val="00491E1D"/>
    <w:rsid w:val="00495EC6"/>
    <w:rsid w:val="00496E28"/>
    <w:rsid w:val="004A144D"/>
    <w:rsid w:val="004A4D07"/>
    <w:rsid w:val="004A54BE"/>
    <w:rsid w:val="004A55F4"/>
    <w:rsid w:val="004A738B"/>
    <w:rsid w:val="004B173A"/>
    <w:rsid w:val="004B18A6"/>
    <w:rsid w:val="004B2E89"/>
    <w:rsid w:val="004B5E93"/>
    <w:rsid w:val="004B6998"/>
    <w:rsid w:val="004C0B0F"/>
    <w:rsid w:val="004C1C9A"/>
    <w:rsid w:val="004C202E"/>
    <w:rsid w:val="004C4711"/>
    <w:rsid w:val="004C7151"/>
    <w:rsid w:val="004C7491"/>
    <w:rsid w:val="004D0F86"/>
    <w:rsid w:val="004D2908"/>
    <w:rsid w:val="004D4568"/>
    <w:rsid w:val="004D7009"/>
    <w:rsid w:val="004E155C"/>
    <w:rsid w:val="004E278A"/>
    <w:rsid w:val="004E4499"/>
    <w:rsid w:val="004E60A8"/>
    <w:rsid w:val="004E6A64"/>
    <w:rsid w:val="004F1EE1"/>
    <w:rsid w:val="004F410A"/>
    <w:rsid w:val="004F4FF8"/>
    <w:rsid w:val="004F5E64"/>
    <w:rsid w:val="004F6911"/>
    <w:rsid w:val="004F6D56"/>
    <w:rsid w:val="004F7500"/>
    <w:rsid w:val="00500539"/>
    <w:rsid w:val="00500E36"/>
    <w:rsid w:val="005031B5"/>
    <w:rsid w:val="00503CE4"/>
    <w:rsid w:val="00505A9B"/>
    <w:rsid w:val="00507224"/>
    <w:rsid w:val="0050726B"/>
    <w:rsid w:val="00510A94"/>
    <w:rsid w:val="005123E4"/>
    <w:rsid w:val="00513A72"/>
    <w:rsid w:val="005176DB"/>
    <w:rsid w:val="00517D48"/>
    <w:rsid w:val="0052049C"/>
    <w:rsid w:val="005217C1"/>
    <w:rsid w:val="005239F6"/>
    <w:rsid w:val="00524588"/>
    <w:rsid w:val="00530AE2"/>
    <w:rsid w:val="005341D3"/>
    <w:rsid w:val="005369E6"/>
    <w:rsid w:val="00536D5C"/>
    <w:rsid w:val="00536F02"/>
    <w:rsid w:val="00540C9B"/>
    <w:rsid w:val="00544618"/>
    <w:rsid w:val="005447E6"/>
    <w:rsid w:val="00544880"/>
    <w:rsid w:val="00544E0A"/>
    <w:rsid w:val="005454A0"/>
    <w:rsid w:val="00545BA9"/>
    <w:rsid w:val="0055021A"/>
    <w:rsid w:val="00551038"/>
    <w:rsid w:val="0055237B"/>
    <w:rsid w:val="0055258B"/>
    <w:rsid w:val="00554829"/>
    <w:rsid w:val="005548F6"/>
    <w:rsid w:val="0055647D"/>
    <w:rsid w:val="005564F8"/>
    <w:rsid w:val="00556F6E"/>
    <w:rsid w:val="00565C72"/>
    <w:rsid w:val="005716DF"/>
    <w:rsid w:val="00571B0D"/>
    <w:rsid w:val="00575382"/>
    <w:rsid w:val="0057772A"/>
    <w:rsid w:val="005820C2"/>
    <w:rsid w:val="00583533"/>
    <w:rsid w:val="00587109"/>
    <w:rsid w:val="00587C20"/>
    <w:rsid w:val="00590A1B"/>
    <w:rsid w:val="00590EB4"/>
    <w:rsid w:val="005919A6"/>
    <w:rsid w:val="00593FBE"/>
    <w:rsid w:val="00597BB4"/>
    <w:rsid w:val="005A02FE"/>
    <w:rsid w:val="005A1BA3"/>
    <w:rsid w:val="005A3B4E"/>
    <w:rsid w:val="005A449B"/>
    <w:rsid w:val="005A4B6F"/>
    <w:rsid w:val="005B2025"/>
    <w:rsid w:val="005B3C55"/>
    <w:rsid w:val="005B5EDF"/>
    <w:rsid w:val="005B6E76"/>
    <w:rsid w:val="005B7E88"/>
    <w:rsid w:val="005C128A"/>
    <w:rsid w:val="005C1C23"/>
    <w:rsid w:val="005C2AFC"/>
    <w:rsid w:val="005C357D"/>
    <w:rsid w:val="005C4C93"/>
    <w:rsid w:val="005C4ECE"/>
    <w:rsid w:val="005C4FC2"/>
    <w:rsid w:val="005C6236"/>
    <w:rsid w:val="005C7A4B"/>
    <w:rsid w:val="005D1ABC"/>
    <w:rsid w:val="005D2B84"/>
    <w:rsid w:val="005D33C8"/>
    <w:rsid w:val="005D3475"/>
    <w:rsid w:val="005D46CE"/>
    <w:rsid w:val="005D6696"/>
    <w:rsid w:val="005D716E"/>
    <w:rsid w:val="005E11C7"/>
    <w:rsid w:val="005E2C1D"/>
    <w:rsid w:val="005E3726"/>
    <w:rsid w:val="005E39A4"/>
    <w:rsid w:val="005E437B"/>
    <w:rsid w:val="005E4B68"/>
    <w:rsid w:val="005E5958"/>
    <w:rsid w:val="005E7AB3"/>
    <w:rsid w:val="005F2BC2"/>
    <w:rsid w:val="005F474E"/>
    <w:rsid w:val="005F6178"/>
    <w:rsid w:val="005F71CD"/>
    <w:rsid w:val="00600B50"/>
    <w:rsid w:val="00601086"/>
    <w:rsid w:val="00601466"/>
    <w:rsid w:val="0060203D"/>
    <w:rsid w:val="0060284B"/>
    <w:rsid w:val="00603052"/>
    <w:rsid w:val="00603CED"/>
    <w:rsid w:val="00604666"/>
    <w:rsid w:val="00605897"/>
    <w:rsid w:val="006062F4"/>
    <w:rsid w:val="0060639A"/>
    <w:rsid w:val="00610A56"/>
    <w:rsid w:val="00610B28"/>
    <w:rsid w:val="006119CF"/>
    <w:rsid w:val="006133A9"/>
    <w:rsid w:val="00617486"/>
    <w:rsid w:val="0062332A"/>
    <w:rsid w:val="00624062"/>
    <w:rsid w:val="00624558"/>
    <w:rsid w:val="0062505C"/>
    <w:rsid w:val="00626961"/>
    <w:rsid w:val="00631623"/>
    <w:rsid w:val="00632D61"/>
    <w:rsid w:val="006338E1"/>
    <w:rsid w:val="006349DD"/>
    <w:rsid w:val="006356F4"/>
    <w:rsid w:val="006424B4"/>
    <w:rsid w:val="0064347D"/>
    <w:rsid w:val="00643AFB"/>
    <w:rsid w:val="0065038D"/>
    <w:rsid w:val="00651DB5"/>
    <w:rsid w:val="00653AF1"/>
    <w:rsid w:val="006549BD"/>
    <w:rsid w:val="00654F53"/>
    <w:rsid w:val="006563B0"/>
    <w:rsid w:val="0065693B"/>
    <w:rsid w:val="00661240"/>
    <w:rsid w:val="00661378"/>
    <w:rsid w:val="00662EC3"/>
    <w:rsid w:val="0066323C"/>
    <w:rsid w:val="0066375C"/>
    <w:rsid w:val="00663DA9"/>
    <w:rsid w:val="00665A3E"/>
    <w:rsid w:val="006671B8"/>
    <w:rsid w:val="00672F9D"/>
    <w:rsid w:val="00682C6B"/>
    <w:rsid w:val="0068441D"/>
    <w:rsid w:val="006910DB"/>
    <w:rsid w:val="0069123A"/>
    <w:rsid w:val="00694DF8"/>
    <w:rsid w:val="00695B7D"/>
    <w:rsid w:val="006A03AD"/>
    <w:rsid w:val="006A17ED"/>
    <w:rsid w:val="006A31E9"/>
    <w:rsid w:val="006A5E40"/>
    <w:rsid w:val="006A760C"/>
    <w:rsid w:val="006A76B1"/>
    <w:rsid w:val="006A7A78"/>
    <w:rsid w:val="006A7EA5"/>
    <w:rsid w:val="006B28CC"/>
    <w:rsid w:val="006B41B9"/>
    <w:rsid w:val="006B49BD"/>
    <w:rsid w:val="006B5750"/>
    <w:rsid w:val="006C4046"/>
    <w:rsid w:val="006C5FEB"/>
    <w:rsid w:val="006C65ED"/>
    <w:rsid w:val="006D2965"/>
    <w:rsid w:val="006D3108"/>
    <w:rsid w:val="006E1033"/>
    <w:rsid w:val="006E142C"/>
    <w:rsid w:val="006E19BC"/>
    <w:rsid w:val="006E2584"/>
    <w:rsid w:val="006E32A8"/>
    <w:rsid w:val="006E3B62"/>
    <w:rsid w:val="006E3DCE"/>
    <w:rsid w:val="006F020F"/>
    <w:rsid w:val="006F07E2"/>
    <w:rsid w:val="006F4B11"/>
    <w:rsid w:val="006F4F3F"/>
    <w:rsid w:val="006F557B"/>
    <w:rsid w:val="006F610F"/>
    <w:rsid w:val="006F7876"/>
    <w:rsid w:val="006F79C6"/>
    <w:rsid w:val="00700513"/>
    <w:rsid w:val="0070100F"/>
    <w:rsid w:val="007011B8"/>
    <w:rsid w:val="007011BB"/>
    <w:rsid w:val="007019E5"/>
    <w:rsid w:val="00701A11"/>
    <w:rsid w:val="00702259"/>
    <w:rsid w:val="00702715"/>
    <w:rsid w:val="00704276"/>
    <w:rsid w:val="00705D35"/>
    <w:rsid w:val="00705FA7"/>
    <w:rsid w:val="00707AA5"/>
    <w:rsid w:val="00714164"/>
    <w:rsid w:val="007151C3"/>
    <w:rsid w:val="00717EEF"/>
    <w:rsid w:val="00724B42"/>
    <w:rsid w:val="00725605"/>
    <w:rsid w:val="0073040E"/>
    <w:rsid w:val="0073207D"/>
    <w:rsid w:val="00733246"/>
    <w:rsid w:val="00733CAE"/>
    <w:rsid w:val="007352BD"/>
    <w:rsid w:val="00735964"/>
    <w:rsid w:val="00735AF6"/>
    <w:rsid w:val="007362E7"/>
    <w:rsid w:val="00736BBF"/>
    <w:rsid w:val="0073709B"/>
    <w:rsid w:val="00742F89"/>
    <w:rsid w:val="00743EFB"/>
    <w:rsid w:val="007453F3"/>
    <w:rsid w:val="00746659"/>
    <w:rsid w:val="00756C50"/>
    <w:rsid w:val="0076348D"/>
    <w:rsid w:val="00763A02"/>
    <w:rsid w:val="00764BF5"/>
    <w:rsid w:val="00765CBD"/>
    <w:rsid w:val="007666C7"/>
    <w:rsid w:val="00767EA5"/>
    <w:rsid w:val="007701AA"/>
    <w:rsid w:val="0077120E"/>
    <w:rsid w:val="007722B1"/>
    <w:rsid w:val="00772958"/>
    <w:rsid w:val="0078240D"/>
    <w:rsid w:val="007869FF"/>
    <w:rsid w:val="00787522"/>
    <w:rsid w:val="00790052"/>
    <w:rsid w:val="00790E26"/>
    <w:rsid w:val="00792321"/>
    <w:rsid w:val="00792E94"/>
    <w:rsid w:val="00795E22"/>
    <w:rsid w:val="007A0228"/>
    <w:rsid w:val="007A1B0C"/>
    <w:rsid w:val="007A1D65"/>
    <w:rsid w:val="007A2CF1"/>
    <w:rsid w:val="007A31D8"/>
    <w:rsid w:val="007A3E34"/>
    <w:rsid w:val="007A523C"/>
    <w:rsid w:val="007A55DC"/>
    <w:rsid w:val="007B06C4"/>
    <w:rsid w:val="007B0D10"/>
    <w:rsid w:val="007B0EE0"/>
    <w:rsid w:val="007B2BBB"/>
    <w:rsid w:val="007B2DD2"/>
    <w:rsid w:val="007B4B59"/>
    <w:rsid w:val="007B5E83"/>
    <w:rsid w:val="007B6644"/>
    <w:rsid w:val="007C48AC"/>
    <w:rsid w:val="007C54E8"/>
    <w:rsid w:val="007C691B"/>
    <w:rsid w:val="007C6A3D"/>
    <w:rsid w:val="007C74FB"/>
    <w:rsid w:val="007D03B0"/>
    <w:rsid w:val="007D1E56"/>
    <w:rsid w:val="007D25EE"/>
    <w:rsid w:val="007D3CD2"/>
    <w:rsid w:val="007D40B5"/>
    <w:rsid w:val="007D413D"/>
    <w:rsid w:val="007D4391"/>
    <w:rsid w:val="007D48A7"/>
    <w:rsid w:val="007D4CA4"/>
    <w:rsid w:val="007D6453"/>
    <w:rsid w:val="007D722F"/>
    <w:rsid w:val="007D74D1"/>
    <w:rsid w:val="007E11E1"/>
    <w:rsid w:val="007E154F"/>
    <w:rsid w:val="007E1D03"/>
    <w:rsid w:val="007E24D5"/>
    <w:rsid w:val="007E262D"/>
    <w:rsid w:val="007E3303"/>
    <w:rsid w:val="007E34CB"/>
    <w:rsid w:val="007E35D0"/>
    <w:rsid w:val="007F0793"/>
    <w:rsid w:val="007F08ED"/>
    <w:rsid w:val="007F0D0A"/>
    <w:rsid w:val="007F1CCB"/>
    <w:rsid w:val="007F3AFD"/>
    <w:rsid w:val="007F58E0"/>
    <w:rsid w:val="007F6012"/>
    <w:rsid w:val="007F70C0"/>
    <w:rsid w:val="007F77CD"/>
    <w:rsid w:val="008029B2"/>
    <w:rsid w:val="008067E3"/>
    <w:rsid w:val="0080790A"/>
    <w:rsid w:val="0081068A"/>
    <w:rsid w:val="00810F97"/>
    <w:rsid w:val="0081229B"/>
    <w:rsid w:val="008153EE"/>
    <w:rsid w:val="00816C59"/>
    <w:rsid w:val="008171B4"/>
    <w:rsid w:val="00821369"/>
    <w:rsid w:val="008218CD"/>
    <w:rsid w:val="0082305C"/>
    <w:rsid w:val="00823A6A"/>
    <w:rsid w:val="00823D9B"/>
    <w:rsid w:val="008255E2"/>
    <w:rsid w:val="0082600E"/>
    <w:rsid w:val="00827778"/>
    <w:rsid w:val="008318EF"/>
    <w:rsid w:val="00831FB5"/>
    <w:rsid w:val="00833AAA"/>
    <w:rsid w:val="00833BE1"/>
    <w:rsid w:val="00834C5D"/>
    <w:rsid w:val="00835A3E"/>
    <w:rsid w:val="00836A02"/>
    <w:rsid w:val="00837103"/>
    <w:rsid w:val="00837335"/>
    <w:rsid w:val="008377FA"/>
    <w:rsid w:val="008408AB"/>
    <w:rsid w:val="00841D50"/>
    <w:rsid w:val="00852B1E"/>
    <w:rsid w:val="00853280"/>
    <w:rsid w:val="00854D0D"/>
    <w:rsid w:val="008554B1"/>
    <w:rsid w:val="00856EF1"/>
    <w:rsid w:val="00856F73"/>
    <w:rsid w:val="00857B40"/>
    <w:rsid w:val="00862E79"/>
    <w:rsid w:val="00862EB9"/>
    <w:rsid w:val="0086499F"/>
    <w:rsid w:val="00867A8C"/>
    <w:rsid w:val="00867CD8"/>
    <w:rsid w:val="008715D9"/>
    <w:rsid w:val="00872159"/>
    <w:rsid w:val="0087286A"/>
    <w:rsid w:val="0087405A"/>
    <w:rsid w:val="00874387"/>
    <w:rsid w:val="00874630"/>
    <w:rsid w:val="00874AB5"/>
    <w:rsid w:val="00875321"/>
    <w:rsid w:val="00875AC4"/>
    <w:rsid w:val="008776CF"/>
    <w:rsid w:val="00881802"/>
    <w:rsid w:val="00882259"/>
    <w:rsid w:val="00882755"/>
    <w:rsid w:val="008834C6"/>
    <w:rsid w:val="00885179"/>
    <w:rsid w:val="00887962"/>
    <w:rsid w:val="00887F8B"/>
    <w:rsid w:val="00890AED"/>
    <w:rsid w:val="00893E13"/>
    <w:rsid w:val="008955D9"/>
    <w:rsid w:val="0089763D"/>
    <w:rsid w:val="008A3FED"/>
    <w:rsid w:val="008A6BEA"/>
    <w:rsid w:val="008A7EFA"/>
    <w:rsid w:val="008B0993"/>
    <w:rsid w:val="008B29B6"/>
    <w:rsid w:val="008B3D47"/>
    <w:rsid w:val="008B4C4B"/>
    <w:rsid w:val="008C0160"/>
    <w:rsid w:val="008C1C77"/>
    <w:rsid w:val="008C3409"/>
    <w:rsid w:val="008C368B"/>
    <w:rsid w:val="008C5667"/>
    <w:rsid w:val="008C7479"/>
    <w:rsid w:val="008D02A6"/>
    <w:rsid w:val="008D0E7B"/>
    <w:rsid w:val="008D1D02"/>
    <w:rsid w:val="008D1E7C"/>
    <w:rsid w:val="008D32EF"/>
    <w:rsid w:val="008D3485"/>
    <w:rsid w:val="008D7490"/>
    <w:rsid w:val="008E029C"/>
    <w:rsid w:val="008E4DFF"/>
    <w:rsid w:val="008E5C3F"/>
    <w:rsid w:val="008E6578"/>
    <w:rsid w:val="008F2E30"/>
    <w:rsid w:val="008F5D4D"/>
    <w:rsid w:val="00903E7F"/>
    <w:rsid w:val="0090465C"/>
    <w:rsid w:val="009048D6"/>
    <w:rsid w:val="009055CC"/>
    <w:rsid w:val="009069F8"/>
    <w:rsid w:val="009079BD"/>
    <w:rsid w:val="00907C2D"/>
    <w:rsid w:val="00911105"/>
    <w:rsid w:val="00912797"/>
    <w:rsid w:val="0091424E"/>
    <w:rsid w:val="0091458D"/>
    <w:rsid w:val="00914B69"/>
    <w:rsid w:val="00914C72"/>
    <w:rsid w:val="009153C7"/>
    <w:rsid w:val="0091568A"/>
    <w:rsid w:val="00915B0E"/>
    <w:rsid w:val="00915DC1"/>
    <w:rsid w:val="00916905"/>
    <w:rsid w:val="00916D94"/>
    <w:rsid w:val="00923831"/>
    <w:rsid w:val="00924468"/>
    <w:rsid w:val="00924869"/>
    <w:rsid w:val="009249E4"/>
    <w:rsid w:val="00924CE0"/>
    <w:rsid w:val="00930137"/>
    <w:rsid w:val="00931245"/>
    <w:rsid w:val="009321C7"/>
    <w:rsid w:val="00932877"/>
    <w:rsid w:val="00933FFB"/>
    <w:rsid w:val="00935DB1"/>
    <w:rsid w:val="009373F8"/>
    <w:rsid w:val="00937D5E"/>
    <w:rsid w:val="009408C2"/>
    <w:rsid w:val="00944168"/>
    <w:rsid w:val="009445BD"/>
    <w:rsid w:val="00947183"/>
    <w:rsid w:val="00947513"/>
    <w:rsid w:val="00947B1F"/>
    <w:rsid w:val="009511B5"/>
    <w:rsid w:val="009521F1"/>
    <w:rsid w:val="0095452A"/>
    <w:rsid w:val="00960593"/>
    <w:rsid w:val="00961702"/>
    <w:rsid w:val="00962FFC"/>
    <w:rsid w:val="0096340C"/>
    <w:rsid w:val="00963814"/>
    <w:rsid w:val="00965FB4"/>
    <w:rsid w:val="00971658"/>
    <w:rsid w:val="0097436E"/>
    <w:rsid w:val="00974EFE"/>
    <w:rsid w:val="00976DC1"/>
    <w:rsid w:val="0097712F"/>
    <w:rsid w:val="00977CD9"/>
    <w:rsid w:val="00977FB1"/>
    <w:rsid w:val="00981D00"/>
    <w:rsid w:val="00982798"/>
    <w:rsid w:val="00990E22"/>
    <w:rsid w:val="00991A4E"/>
    <w:rsid w:val="00996DD2"/>
    <w:rsid w:val="00996E0B"/>
    <w:rsid w:val="009A3566"/>
    <w:rsid w:val="009A3F23"/>
    <w:rsid w:val="009A5E4B"/>
    <w:rsid w:val="009A6EA5"/>
    <w:rsid w:val="009B1209"/>
    <w:rsid w:val="009B4910"/>
    <w:rsid w:val="009C2D66"/>
    <w:rsid w:val="009C32EC"/>
    <w:rsid w:val="009C588D"/>
    <w:rsid w:val="009D149D"/>
    <w:rsid w:val="009D1622"/>
    <w:rsid w:val="009D18C3"/>
    <w:rsid w:val="009D29D6"/>
    <w:rsid w:val="009D304E"/>
    <w:rsid w:val="009D5435"/>
    <w:rsid w:val="009D5AA9"/>
    <w:rsid w:val="009D74FB"/>
    <w:rsid w:val="009E17B4"/>
    <w:rsid w:val="009E2088"/>
    <w:rsid w:val="009E2CA6"/>
    <w:rsid w:val="009E42A7"/>
    <w:rsid w:val="009E4ACC"/>
    <w:rsid w:val="009E5C61"/>
    <w:rsid w:val="009E5E33"/>
    <w:rsid w:val="009E6156"/>
    <w:rsid w:val="009F1DB9"/>
    <w:rsid w:val="009F26F5"/>
    <w:rsid w:val="009F32E3"/>
    <w:rsid w:val="009F7223"/>
    <w:rsid w:val="009F7AA6"/>
    <w:rsid w:val="009F7F1E"/>
    <w:rsid w:val="00A010A0"/>
    <w:rsid w:val="00A017FE"/>
    <w:rsid w:val="00A0277A"/>
    <w:rsid w:val="00A036DC"/>
    <w:rsid w:val="00A0411C"/>
    <w:rsid w:val="00A067DB"/>
    <w:rsid w:val="00A07707"/>
    <w:rsid w:val="00A10B0C"/>
    <w:rsid w:val="00A1175F"/>
    <w:rsid w:val="00A121AB"/>
    <w:rsid w:val="00A136AF"/>
    <w:rsid w:val="00A147C1"/>
    <w:rsid w:val="00A1526C"/>
    <w:rsid w:val="00A16CB1"/>
    <w:rsid w:val="00A205F2"/>
    <w:rsid w:val="00A20C91"/>
    <w:rsid w:val="00A20ECD"/>
    <w:rsid w:val="00A22FB9"/>
    <w:rsid w:val="00A25793"/>
    <w:rsid w:val="00A26F9A"/>
    <w:rsid w:val="00A302A5"/>
    <w:rsid w:val="00A31F62"/>
    <w:rsid w:val="00A33B46"/>
    <w:rsid w:val="00A33B49"/>
    <w:rsid w:val="00A353AC"/>
    <w:rsid w:val="00A36383"/>
    <w:rsid w:val="00A3786D"/>
    <w:rsid w:val="00A42141"/>
    <w:rsid w:val="00A51D70"/>
    <w:rsid w:val="00A52431"/>
    <w:rsid w:val="00A53831"/>
    <w:rsid w:val="00A5570F"/>
    <w:rsid w:val="00A563C2"/>
    <w:rsid w:val="00A56F1C"/>
    <w:rsid w:val="00A57118"/>
    <w:rsid w:val="00A5734E"/>
    <w:rsid w:val="00A606EE"/>
    <w:rsid w:val="00A60ABD"/>
    <w:rsid w:val="00A61921"/>
    <w:rsid w:val="00A6302D"/>
    <w:rsid w:val="00A631E3"/>
    <w:rsid w:val="00A64688"/>
    <w:rsid w:val="00A65943"/>
    <w:rsid w:val="00A65E05"/>
    <w:rsid w:val="00A6673F"/>
    <w:rsid w:val="00A70938"/>
    <w:rsid w:val="00A733B4"/>
    <w:rsid w:val="00A74175"/>
    <w:rsid w:val="00A857D8"/>
    <w:rsid w:val="00A87B05"/>
    <w:rsid w:val="00A91157"/>
    <w:rsid w:val="00A92D0F"/>
    <w:rsid w:val="00A92DF2"/>
    <w:rsid w:val="00A947BB"/>
    <w:rsid w:val="00AA1BC3"/>
    <w:rsid w:val="00AA1D35"/>
    <w:rsid w:val="00AA443E"/>
    <w:rsid w:val="00AA666C"/>
    <w:rsid w:val="00AA6EA5"/>
    <w:rsid w:val="00AB0C20"/>
    <w:rsid w:val="00AB1001"/>
    <w:rsid w:val="00AB1719"/>
    <w:rsid w:val="00AB3D96"/>
    <w:rsid w:val="00AB51C5"/>
    <w:rsid w:val="00AB6896"/>
    <w:rsid w:val="00AC171D"/>
    <w:rsid w:val="00AC5D44"/>
    <w:rsid w:val="00AC6BFF"/>
    <w:rsid w:val="00AD081A"/>
    <w:rsid w:val="00AD2C99"/>
    <w:rsid w:val="00AD2F73"/>
    <w:rsid w:val="00AD3A03"/>
    <w:rsid w:val="00AD4057"/>
    <w:rsid w:val="00AD43F5"/>
    <w:rsid w:val="00AD740B"/>
    <w:rsid w:val="00AE24FF"/>
    <w:rsid w:val="00AE3EE3"/>
    <w:rsid w:val="00AE6943"/>
    <w:rsid w:val="00AF01AC"/>
    <w:rsid w:val="00AF2424"/>
    <w:rsid w:val="00AF440A"/>
    <w:rsid w:val="00AF4466"/>
    <w:rsid w:val="00AF4B54"/>
    <w:rsid w:val="00AF4D14"/>
    <w:rsid w:val="00AF5224"/>
    <w:rsid w:val="00AF7544"/>
    <w:rsid w:val="00AF7E12"/>
    <w:rsid w:val="00B000FD"/>
    <w:rsid w:val="00B0013C"/>
    <w:rsid w:val="00B018C1"/>
    <w:rsid w:val="00B0405C"/>
    <w:rsid w:val="00B04CDF"/>
    <w:rsid w:val="00B06681"/>
    <w:rsid w:val="00B07223"/>
    <w:rsid w:val="00B10046"/>
    <w:rsid w:val="00B14847"/>
    <w:rsid w:val="00B1647C"/>
    <w:rsid w:val="00B17703"/>
    <w:rsid w:val="00B1779D"/>
    <w:rsid w:val="00B179F9"/>
    <w:rsid w:val="00B21E66"/>
    <w:rsid w:val="00B22BEA"/>
    <w:rsid w:val="00B251E7"/>
    <w:rsid w:val="00B253F9"/>
    <w:rsid w:val="00B25E36"/>
    <w:rsid w:val="00B268E4"/>
    <w:rsid w:val="00B304AE"/>
    <w:rsid w:val="00B31198"/>
    <w:rsid w:val="00B32DF8"/>
    <w:rsid w:val="00B3365E"/>
    <w:rsid w:val="00B359E3"/>
    <w:rsid w:val="00B36CE5"/>
    <w:rsid w:val="00B377D2"/>
    <w:rsid w:val="00B40A78"/>
    <w:rsid w:val="00B4192A"/>
    <w:rsid w:val="00B441CB"/>
    <w:rsid w:val="00B47449"/>
    <w:rsid w:val="00B503A3"/>
    <w:rsid w:val="00B506B2"/>
    <w:rsid w:val="00B5074D"/>
    <w:rsid w:val="00B5512E"/>
    <w:rsid w:val="00B55FD3"/>
    <w:rsid w:val="00B603F8"/>
    <w:rsid w:val="00B61FE9"/>
    <w:rsid w:val="00B62741"/>
    <w:rsid w:val="00B66DEE"/>
    <w:rsid w:val="00B6735A"/>
    <w:rsid w:val="00B674B5"/>
    <w:rsid w:val="00B72EC5"/>
    <w:rsid w:val="00B73F7D"/>
    <w:rsid w:val="00B7418D"/>
    <w:rsid w:val="00B744AD"/>
    <w:rsid w:val="00B74DDD"/>
    <w:rsid w:val="00B75518"/>
    <w:rsid w:val="00B8008D"/>
    <w:rsid w:val="00B81E4B"/>
    <w:rsid w:val="00B83261"/>
    <w:rsid w:val="00B832FA"/>
    <w:rsid w:val="00B8363B"/>
    <w:rsid w:val="00B8572B"/>
    <w:rsid w:val="00B8589B"/>
    <w:rsid w:val="00B8599B"/>
    <w:rsid w:val="00B86C0C"/>
    <w:rsid w:val="00B908E1"/>
    <w:rsid w:val="00B92431"/>
    <w:rsid w:val="00B93275"/>
    <w:rsid w:val="00B95AF0"/>
    <w:rsid w:val="00B97A48"/>
    <w:rsid w:val="00BA0955"/>
    <w:rsid w:val="00BA11D7"/>
    <w:rsid w:val="00BB28B0"/>
    <w:rsid w:val="00BB5629"/>
    <w:rsid w:val="00BB592B"/>
    <w:rsid w:val="00BB618B"/>
    <w:rsid w:val="00BB6FDE"/>
    <w:rsid w:val="00BC271D"/>
    <w:rsid w:val="00BC2974"/>
    <w:rsid w:val="00BC4386"/>
    <w:rsid w:val="00BC4A87"/>
    <w:rsid w:val="00BC4E0D"/>
    <w:rsid w:val="00BC596A"/>
    <w:rsid w:val="00BC5B0D"/>
    <w:rsid w:val="00BC7851"/>
    <w:rsid w:val="00BD08AA"/>
    <w:rsid w:val="00BD1366"/>
    <w:rsid w:val="00BD1CB7"/>
    <w:rsid w:val="00BD3F65"/>
    <w:rsid w:val="00BD5C1F"/>
    <w:rsid w:val="00BD67F1"/>
    <w:rsid w:val="00BD6C18"/>
    <w:rsid w:val="00BE113B"/>
    <w:rsid w:val="00BE1557"/>
    <w:rsid w:val="00BE255B"/>
    <w:rsid w:val="00BE47B2"/>
    <w:rsid w:val="00BE55CF"/>
    <w:rsid w:val="00BF62CB"/>
    <w:rsid w:val="00BF72C4"/>
    <w:rsid w:val="00BF762B"/>
    <w:rsid w:val="00C002DB"/>
    <w:rsid w:val="00C00CE2"/>
    <w:rsid w:val="00C012BC"/>
    <w:rsid w:val="00C02753"/>
    <w:rsid w:val="00C03246"/>
    <w:rsid w:val="00C05A53"/>
    <w:rsid w:val="00C06F02"/>
    <w:rsid w:val="00C12664"/>
    <w:rsid w:val="00C13197"/>
    <w:rsid w:val="00C132F8"/>
    <w:rsid w:val="00C15BC7"/>
    <w:rsid w:val="00C169F2"/>
    <w:rsid w:val="00C173C9"/>
    <w:rsid w:val="00C21790"/>
    <w:rsid w:val="00C257AC"/>
    <w:rsid w:val="00C27C00"/>
    <w:rsid w:val="00C350FA"/>
    <w:rsid w:val="00C35FA2"/>
    <w:rsid w:val="00C36547"/>
    <w:rsid w:val="00C367EA"/>
    <w:rsid w:val="00C36A83"/>
    <w:rsid w:val="00C37771"/>
    <w:rsid w:val="00C37889"/>
    <w:rsid w:val="00C421F8"/>
    <w:rsid w:val="00C433EA"/>
    <w:rsid w:val="00C4527A"/>
    <w:rsid w:val="00C46002"/>
    <w:rsid w:val="00C46106"/>
    <w:rsid w:val="00C606F3"/>
    <w:rsid w:val="00C62F43"/>
    <w:rsid w:val="00C636C6"/>
    <w:rsid w:val="00C67DCB"/>
    <w:rsid w:val="00C71D05"/>
    <w:rsid w:val="00C73F98"/>
    <w:rsid w:val="00C76193"/>
    <w:rsid w:val="00C76EF3"/>
    <w:rsid w:val="00C817CE"/>
    <w:rsid w:val="00C817EC"/>
    <w:rsid w:val="00C82164"/>
    <w:rsid w:val="00C824C1"/>
    <w:rsid w:val="00C8327A"/>
    <w:rsid w:val="00C837BE"/>
    <w:rsid w:val="00C8642A"/>
    <w:rsid w:val="00C86F10"/>
    <w:rsid w:val="00C90EF6"/>
    <w:rsid w:val="00C94B7A"/>
    <w:rsid w:val="00C95F63"/>
    <w:rsid w:val="00C960FB"/>
    <w:rsid w:val="00C979E3"/>
    <w:rsid w:val="00CA1C0B"/>
    <w:rsid w:val="00CA2175"/>
    <w:rsid w:val="00CA4D3A"/>
    <w:rsid w:val="00CA7247"/>
    <w:rsid w:val="00CB181C"/>
    <w:rsid w:val="00CB7AA3"/>
    <w:rsid w:val="00CC1348"/>
    <w:rsid w:val="00CC20B2"/>
    <w:rsid w:val="00CC22E4"/>
    <w:rsid w:val="00CC43AE"/>
    <w:rsid w:val="00CC4573"/>
    <w:rsid w:val="00CC5414"/>
    <w:rsid w:val="00CC5912"/>
    <w:rsid w:val="00CC6500"/>
    <w:rsid w:val="00CC7DD7"/>
    <w:rsid w:val="00CD242B"/>
    <w:rsid w:val="00CD3DD7"/>
    <w:rsid w:val="00CD4A77"/>
    <w:rsid w:val="00CD4AA4"/>
    <w:rsid w:val="00CD4D6A"/>
    <w:rsid w:val="00CD57D7"/>
    <w:rsid w:val="00CD5857"/>
    <w:rsid w:val="00CD5D8B"/>
    <w:rsid w:val="00CD6181"/>
    <w:rsid w:val="00CD65EA"/>
    <w:rsid w:val="00CE22B4"/>
    <w:rsid w:val="00CE2D0A"/>
    <w:rsid w:val="00CE2FAF"/>
    <w:rsid w:val="00CE7D7F"/>
    <w:rsid w:val="00CF0D5E"/>
    <w:rsid w:val="00CF26FE"/>
    <w:rsid w:val="00CF2FBA"/>
    <w:rsid w:val="00CF2FF3"/>
    <w:rsid w:val="00CF67AE"/>
    <w:rsid w:val="00CF755D"/>
    <w:rsid w:val="00D00E80"/>
    <w:rsid w:val="00D01BD1"/>
    <w:rsid w:val="00D066C9"/>
    <w:rsid w:val="00D07897"/>
    <w:rsid w:val="00D104F1"/>
    <w:rsid w:val="00D105A9"/>
    <w:rsid w:val="00D10B83"/>
    <w:rsid w:val="00D13052"/>
    <w:rsid w:val="00D15F96"/>
    <w:rsid w:val="00D1638B"/>
    <w:rsid w:val="00D17978"/>
    <w:rsid w:val="00D201C9"/>
    <w:rsid w:val="00D23166"/>
    <w:rsid w:val="00D24778"/>
    <w:rsid w:val="00D25A75"/>
    <w:rsid w:val="00D25C13"/>
    <w:rsid w:val="00D263D0"/>
    <w:rsid w:val="00D26BB0"/>
    <w:rsid w:val="00D27D24"/>
    <w:rsid w:val="00D30AD8"/>
    <w:rsid w:val="00D30DF2"/>
    <w:rsid w:val="00D32A0D"/>
    <w:rsid w:val="00D34B75"/>
    <w:rsid w:val="00D408BD"/>
    <w:rsid w:val="00D40D10"/>
    <w:rsid w:val="00D42A2B"/>
    <w:rsid w:val="00D431DD"/>
    <w:rsid w:val="00D43572"/>
    <w:rsid w:val="00D455F4"/>
    <w:rsid w:val="00D5055D"/>
    <w:rsid w:val="00D51603"/>
    <w:rsid w:val="00D53F21"/>
    <w:rsid w:val="00D60EAD"/>
    <w:rsid w:val="00D61C94"/>
    <w:rsid w:val="00D622FD"/>
    <w:rsid w:val="00D634AD"/>
    <w:rsid w:val="00D66209"/>
    <w:rsid w:val="00D668DF"/>
    <w:rsid w:val="00D72770"/>
    <w:rsid w:val="00D74B9D"/>
    <w:rsid w:val="00D7729A"/>
    <w:rsid w:val="00D77FAA"/>
    <w:rsid w:val="00D82FC6"/>
    <w:rsid w:val="00D87D8E"/>
    <w:rsid w:val="00D92016"/>
    <w:rsid w:val="00D921CB"/>
    <w:rsid w:val="00D93926"/>
    <w:rsid w:val="00D95343"/>
    <w:rsid w:val="00D95FCD"/>
    <w:rsid w:val="00D960F7"/>
    <w:rsid w:val="00D97F2F"/>
    <w:rsid w:val="00DA0667"/>
    <w:rsid w:val="00DA1B97"/>
    <w:rsid w:val="00DA215B"/>
    <w:rsid w:val="00DA3D72"/>
    <w:rsid w:val="00DA52C7"/>
    <w:rsid w:val="00DA5400"/>
    <w:rsid w:val="00DA6465"/>
    <w:rsid w:val="00DA6D27"/>
    <w:rsid w:val="00DA760F"/>
    <w:rsid w:val="00DA7D29"/>
    <w:rsid w:val="00DB7216"/>
    <w:rsid w:val="00DC20A3"/>
    <w:rsid w:val="00DC26C2"/>
    <w:rsid w:val="00DC3AED"/>
    <w:rsid w:val="00DC479D"/>
    <w:rsid w:val="00DC5799"/>
    <w:rsid w:val="00DD0E3D"/>
    <w:rsid w:val="00DD16B0"/>
    <w:rsid w:val="00DD201A"/>
    <w:rsid w:val="00DD5099"/>
    <w:rsid w:val="00DD5B3F"/>
    <w:rsid w:val="00DD60FD"/>
    <w:rsid w:val="00DD7312"/>
    <w:rsid w:val="00DD7390"/>
    <w:rsid w:val="00DF1385"/>
    <w:rsid w:val="00DF1B4B"/>
    <w:rsid w:val="00DF4221"/>
    <w:rsid w:val="00DF5013"/>
    <w:rsid w:val="00E02449"/>
    <w:rsid w:val="00E044EF"/>
    <w:rsid w:val="00E04609"/>
    <w:rsid w:val="00E050B5"/>
    <w:rsid w:val="00E0749A"/>
    <w:rsid w:val="00E10AE9"/>
    <w:rsid w:val="00E112C6"/>
    <w:rsid w:val="00E14A1E"/>
    <w:rsid w:val="00E14FC2"/>
    <w:rsid w:val="00E15655"/>
    <w:rsid w:val="00E15BBB"/>
    <w:rsid w:val="00E2044C"/>
    <w:rsid w:val="00E21674"/>
    <w:rsid w:val="00E216E7"/>
    <w:rsid w:val="00E224A6"/>
    <w:rsid w:val="00E22904"/>
    <w:rsid w:val="00E24DA8"/>
    <w:rsid w:val="00E25260"/>
    <w:rsid w:val="00E279A8"/>
    <w:rsid w:val="00E27CFB"/>
    <w:rsid w:val="00E32355"/>
    <w:rsid w:val="00E34A5F"/>
    <w:rsid w:val="00E35A72"/>
    <w:rsid w:val="00E3629E"/>
    <w:rsid w:val="00E42939"/>
    <w:rsid w:val="00E47525"/>
    <w:rsid w:val="00E50B43"/>
    <w:rsid w:val="00E51C3C"/>
    <w:rsid w:val="00E51E64"/>
    <w:rsid w:val="00E53F77"/>
    <w:rsid w:val="00E56F2A"/>
    <w:rsid w:val="00E63BDD"/>
    <w:rsid w:val="00E63F4D"/>
    <w:rsid w:val="00E645C7"/>
    <w:rsid w:val="00E64849"/>
    <w:rsid w:val="00E65683"/>
    <w:rsid w:val="00E7100E"/>
    <w:rsid w:val="00E74305"/>
    <w:rsid w:val="00E83992"/>
    <w:rsid w:val="00E84164"/>
    <w:rsid w:val="00E84D47"/>
    <w:rsid w:val="00E85181"/>
    <w:rsid w:val="00E86F6E"/>
    <w:rsid w:val="00E875F5"/>
    <w:rsid w:val="00E8789E"/>
    <w:rsid w:val="00E90AEA"/>
    <w:rsid w:val="00E9215B"/>
    <w:rsid w:val="00E93E3D"/>
    <w:rsid w:val="00E96CBB"/>
    <w:rsid w:val="00E97D39"/>
    <w:rsid w:val="00EA15D7"/>
    <w:rsid w:val="00EA274E"/>
    <w:rsid w:val="00EA39E5"/>
    <w:rsid w:val="00EA5EB5"/>
    <w:rsid w:val="00EA64A1"/>
    <w:rsid w:val="00EA699B"/>
    <w:rsid w:val="00EC269E"/>
    <w:rsid w:val="00EC364D"/>
    <w:rsid w:val="00EC3B13"/>
    <w:rsid w:val="00EC3E03"/>
    <w:rsid w:val="00EC5F9F"/>
    <w:rsid w:val="00EC7FAB"/>
    <w:rsid w:val="00ED03D5"/>
    <w:rsid w:val="00ED0E0F"/>
    <w:rsid w:val="00ED26CB"/>
    <w:rsid w:val="00ED354B"/>
    <w:rsid w:val="00ED4198"/>
    <w:rsid w:val="00ED4AAD"/>
    <w:rsid w:val="00ED5569"/>
    <w:rsid w:val="00ED6AD6"/>
    <w:rsid w:val="00ED76FC"/>
    <w:rsid w:val="00EE28BA"/>
    <w:rsid w:val="00EE3AAE"/>
    <w:rsid w:val="00EE4E3D"/>
    <w:rsid w:val="00EF202A"/>
    <w:rsid w:val="00EF4B9E"/>
    <w:rsid w:val="00EF5161"/>
    <w:rsid w:val="00EF7E69"/>
    <w:rsid w:val="00F01491"/>
    <w:rsid w:val="00F015FE"/>
    <w:rsid w:val="00F02DBA"/>
    <w:rsid w:val="00F05605"/>
    <w:rsid w:val="00F108D0"/>
    <w:rsid w:val="00F114FD"/>
    <w:rsid w:val="00F1387C"/>
    <w:rsid w:val="00F25B0B"/>
    <w:rsid w:val="00F27223"/>
    <w:rsid w:val="00F27E38"/>
    <w:rsid w:val="00F3348D"/>
    <w:rsid w:val="00F368C0"/>
    <w:rsid w:val="00F3787C"/>
    <w:rsid w:val="00F429C4"/>
    <w:rsid w:val="00F42BCC"/>
    <w:rsid w:val="00F4319D"/>
    <w:rsid w:val="00F43DF0"/>
    <w:rsid w:val="00F459E0"/>
    <w:rsid w:val="00F51EE3"/>
    <w:rsid w:val="00F5244B"/>
    <w:rsid w:val="00F524E2"/>
    <w:rsid w:val="00F52A82"/>
    <w:rsid w:val="00F55EDC"/>
    <w:rsid w:val="00F56A7C"/>
    <w:rsid w:val="00F60C4F"/>
    <w:rsid w:val="00F631D7"/>
    <w:rsid w:val="00F64CFF"/>
    <w:rsid w:val="00F66869"/>
    <w:rsid w:val="00F71B93"/>
    <w:rsid w:val="00F72A1E"/>
    <w:rsid w:val="00F747FB"/>
    <w:rsid w:val="00F7523C"/>
    <w:rsid w:val="00F75A5D"/>
    <w:rsid w:val="00F75D63"/>
    <w:rsid w:val="00F7675F"/>
    <w:rsid w:val="00F80AD6"/>
    <w:rsid w:val="00F81641"/>
    <w:rsid w:val="00F81A52"/>
    <w:rsid w:val="00F84408"/>
    <w:rsid w:val="00F84982"/>
    <w:rsid w:val="00F85961"/>
    <w:rsid w:val="00F863DA"/>
    <w:rsid w:val="00F86F1B"/>
    <w:rsid w:val="00F873FC"/>
    <w:rsid w:val="00F8790C"/>
    <w:rsid w:val="00F90DAB"/>
    <w:rsid w:val="00F9193C"/>
    <w:rsid w:val="00F91DB7"/>
    <w:rsid w:val="00F93DBB"/>
    <w:rsid w:val="00F94521"/>
    <w:rsid w:val="00F94E52"/>
    <w:rsid w:val="00F95278"/>
    <w:rsid w:val="00FA12E6"/>
    <w:rsid w:val="00FA3ECE"/>
    <w:rsid w:val="00FA6E23"/>
    <w:rsid w:val="00FB09C1"/>
    <w:rsid w:val="00FB1B5D"/>
    <w:rsid w:val="00FB2546"/>
    <w:rsid w:val="00FB51F5"/>
    <w:rsid w:val="00FC1E37"/>
    <w:rsid w:val="00FC53E2"/>
    <w:rsid w:val="00FC68CD"/>
    <w:rsid w:val="00FC69D4"/>
    <w:rsid w:val="00FD09B0"/>
    <w:rsid w:val="00FD11F1"/>
    <w:rsid w:val="00FD2413"/>
    <w:rsid w:val="00FD4360"/>
    <w:rsid w:val="00FD445A"/>
    <w:rsid w:val="00FD453C"/>
    <w:rsid w:val="00FD68E5"/>
    <w:rsid w:val="00FD7957"/>
    <w:rsid w:val="00FD7A8A"/>
    <w:rsid w:val="00FD7D08"/>
    <w:rsid w:val="00FE2346"/>
    <w:rsid w:val="00FE36A8"/>
    <w:rsid w:val="00FE590D"/>
    <w:rsid w:val="00FE6F63"/>
    <w:rsid w:val="00FF016E"/>
    <w:rsid w:val="00FF10D8"/>
    <w:rsid w:val="00FF1819"/>
    <w:rsid w:val="00FF22FB"/>
    <w:rsid w:val="00FF2486"/>
    <w:rsid w:val="00FF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AE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7F3A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21">
    <w:name w:val="Body Text Indent 2"/>
    <w:basedOn w:val="a"/>
    <w:link w:val="22"/>
    <w:rsid w:val="007F3AF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772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7729A"/>
    <w:rPr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unhideWhenUsed/>
    <w:rsid w:val="00D7729A"/>
    <w:pPr>
      <w:spacing w:after="120"/>
    </w:pPr>
  </w:style>
  <w:style w:type="character" w:customStyle="1" w:styleId="ab">
    <w:name w:val="Основной текст Знак"/>
    <w:link w:val="aa"/>
    <w:uiPriority w:val="99"/>
    <w:rsid w:val="00D7729A"/>
    <w:rPr>
      <w:sz w:val="22"/>
      <w:szCs w:val="22"/>
      <w:lang w:eastAsia="en-US"/>
    </w:rPr>
  </w:style>
  <w:style w:type="paragraph" w:styleId="ac">
    <w:name w:val="Title"/>
    <w:basedOn w:val="a"/>
    <w:link w:val="ad"/>
    <w:qFormat/>
    <w:rsid w:val="00D7729A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D7729A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rsid w:val="00D7729A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AE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AE6943"/>
    <w:rPr>
      <w:rFonts w:ascii="Tahoma" w:hAnsi="Tahoma" w:cs="Tahoma"/>
      <w:sz w:val="16"/>
      <w:szCs w:val="16"/>
      <w:lang w:eastAsia="en-US"/>
    </w:rPr>
  </w:style>
  <w:style w:type="character" w:customStyle="1" w:styleId="22">
    <w:name w:val="Основной текст с отступом 2 Знак"/>
    <w:link w:val="21"/>
    <w:rsid w:val="00F72A1E"/>
    <w:rPr>
      <w:rFonts w:ascii="Times New Roman" w:eastAsia="Times New Roman" w:hAnsi="Times New Roman"/>
      <w:sz w:val="28"/>
    </w:rPr>
  </w:style>
  <w:style w:type="table" w:styleId="af0">
    <w:name w:val="Table Grid"/>
    <w:basedOn w:val="a1"/>
    <w:uiPriority w:val="59"/>
    <w:rsid w:val="00D63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unhideWhenUsed/>
    <w:qFormat/>
    <w:rsid w:val="0024797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AE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7F3A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21">
    <w:name w:val="Body Text Indent 2"/>
    <w:basedOn w:val="a"/>
    <w:link w:val="22"/>
    <w:rsid w:val="007F3AF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772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7729A"/>
    <w:rPr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unhideWhenUsed/>
    <w:rsid w:val="00D7729A"/>
    <w:pPr>
      <w:spacing w:after="120"/>
    </w:pPr>
  </w:style>
  <w:style w:type="character" w:customStyle="1" w:styleId="ab">
    <w:name w:val="Основной текст Знак"/>
    <w:link w:val="aa"/>
    <w:uiPriority w:val="99"/>
    <w:rsid w:val="00D7729A"/>
    <w:rPr>
      <w:sz w:val="22"/>
      <w:szCs w:val="22"/>
      <w:lang w:eastAsia="en-US"/>
    </w:rPr>
  </w:style>
  <w:style w:type="paragraph" w:styleId="ac">
    <w:name w:val="Title"/>
    <w:basedOn w:val="a"/>
    <w:link w:val="ad"/>
    <w:qFormat/>
    <w:rsid w:val="00D7729A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D7729A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rsid w:val="00D7729A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AE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AE6943"/>
    <w:rPr>
      <w:rFonts w:ascii="Tahoma" w:hAnsi="Tahoma" w:cs="Tahoma"/>
      <w:sz w:val="16"/>
      <w:szCs w:val="16"/>
      <w:lang w:eastAsia="en-US"/>
    </w:rPr>
  </w:style>
  <w:style w:type="character" w:customStyle="1" w:styleId="22">
    <w:name w:val="Основной текст с отступом 2 Знак"/>
    <w:link w:val="21"/>
    <w:rsid w:val="00F72A1E"/>
    <w:rPr>
      <w:rFonts w:ascii="Times New Roman" w:eastAsia="Times New Roman" w:hAnsi="Times New Roman"/>
      <w:sz w:val="28"/>
    </w:rPr>
  </w:style>
  <w:style w:type="table" w:styleId="af0">
    <w:name w:val="Table Grid"/>
    <w:basedOn w:val="a1"/>
    <w:uiPriority w:val="59"/>
    <w:rsid w:val="00D63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unhideWhenUsed/>
    <w:qFormat/>
    <w:rsid w:val="002479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ZB&amp;n=482692&amp;dst=101311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hno\Desktop\&#1055;&#1056;&#1054;&#1043;&#1056;&#1040;&#1052;&#1052;&#1040;%202016-2018\&#1073;&#1083;&#1072;&#1085;&#1082;%20&#1087;&#1086;&#1089;&#1090;&#1072;&#1085;&#1086;&#1074;&#1083;&#1077;&#1085;&#1080;&#1103;%20&#1075;&#1083;&#1072;&#1074;&#1099;%20&#1075;&#1086;&#1088;&#1086;&#1076;&#1072;%20&#1042;&#1083;&#1072;&#1076;&#1080;&#1074;&#1086;&#1089;&#1090;&#1086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6C9B6-77A8-465B-9387-3026401E9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главы города Владивостока</Template>
  <TotalTime>0</TotalTime>
  <Pages>2</Pages>
  <Words>183</Words>
  <Characters>1049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lehno</dc:creator>
  <cp:lastModifiedBy>Юлия Николаевна Круглова</cp:lastModifiedBy>
  <cp:revision>2</cp:revision>
  <cp:lastPrinted>2019-11-13T00:12:00Z</cp:lastPrinted>
  <dcterms:created xsi:type="dcterms:W3CDTF">2025-09-15T02:18:00Z</dcterms:created>
  <dcterms:modified xsi:type="dcterms:W3CDTF">2025-09-15T02:18:00Z</dcterms:modified>
</cp:coreProperties>
</file>